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608DD" w14:textId="1C122E05" w:rsidR="00A21BC4" w:rsidRPr="00A74358" w:rsidRDefault="00963647">
      <w:pPr>
        <w:rPr>
          <w:rFonts w:ascii="Arial" w:hAnsi="Arial" w:cs="Arial"/>
          <w:b/>
          <w:bCs/>
        </w:rPr>
      </w:pPr>
      <w:r w:rsidRPr="00A74358">
        <w:rPr>
          <w:rFonts w:ascii="Arial" w:hAnsi="Arial" w:cs="Arial"/>
          <w:b/>
          <w:bCs/>
        </w:rPr>
        <w:t xml:space="preserve">SUBJECT LINE: </w:t>
      </w:r>
    </w:p>
    <w:p w14:paraId="49657D91" w14:textId="78AABB08" w:rsidR="00A21BC4" w:rsidRPr="00A74358" w:rsidRDefault="00A21BC4" w:rsidP="000A071F">
      <w:pPr>
        <w:rPr>
          <w:rFonts w:ascii="Arial" w:hAnsi="Arial" w:cs="Arial"/>
        </w:rPr>
      </w:pPr>
      <w:r w:rsidRPr="00A74358">
        <w:rPr>
          <w:rFonts w:ascii="Arial" w:hAnsi="Arial" w:cs="Arial"/>
        </w:rPr>
        <w:t xml:space="preserve">Take </w:t>
      </w:r>
      <w:r w:rsidR="00C1497A" w:rsidRPr="00A74358">
        <w:rPr>
          <w:rFonts w:ascii="Arial" w:hAnsi="Arial" w:cs="Arial"/>
        </w:rPr>
        <w:t>c</w:t>
      </w:r>
      <w:r w:rsidRPr="00A74358">
        <w:rPr>
          <w:rFonts w:ascii="Arial" w:hAnsi="Arial" w:cs="Arial"/>
        </w:rPr>
        <w:t xml:space="preserve">ontrol of </w:t>
      </w:r>
      <w:r w:rsidR="00C1497A" w:rsidRPr="00A74358">
        <w:rPr>
          <w:rFonts w:ascii="Arial" w:hAnsi="Arial" w:cs="Arial"/>
        </w:rPr>
        <w:t>y</w:t>
      </w:r>
      <w:r w:rsidRPr="00A74358">
        <w:rPr>
          <w:rFonts w:ascii="Arial" w:hAnsi="Arial" w:cs="Arial"/>
        </w:rPr>
        <w:t xml:space="preserve">our </w:t>
      </w:r>
      <w:r w:rsidR="00C1497A" w:rsidRPr="00A74358">
        <w:rPr>
          <w:rFonts w:ascii="Arial" w:hAnsi="Arial" w:cs="Arial"/>
        </w:rPr>
        <w:t>m</w:t>
      </w:r>
      <w:r w:rsidRPr="00A74358">
        <w:rPr>
          <w:rFonts w:ascii="Arial" w:hAnsi="Arial" w:cs="Arial"/>
        </w:rPr>
        <w:t>oney</w:t>
      </w:r>
      <w:r w:rsidR="00C1497A" w:rsidRPr="00A74358">
        <w:rPr>
          <w:rFonts w:ascii="Arial" w:hAnsi="Arial" w:cs="Arial"/>
        </w:rPr>
        <w:t xml:space="preserve"> </w:t>
      </w:r>
      <w:r w:rsidRPr="00A74358">
        <w:rPr>
          <w:rFonts w:ascii="Arial" w:hAnsi="Arial" w:cs="Arial"/>
        </w:rPr>
        <w:t xml:space="preserve">and </w:t>
      </w:r>
      <w:r w:rsidR="00C1497A" w:rsidRPr="00A74358">
        <w:rPr>
          <w:rFonts w:ascii="Arial" w:hAnsi="Arial" w:cs="Arial"/>
        </w:rPr>
        <w:t>b</w:t>
      </w:r>
      <w:r w:rsidRPr="00A74358">
        <w:rPr>
          <w:rFonts w:ascii="Arial" w:hAnsi="Arial" w:cs="Arial"/>
        </w:rPr>
        <w:t xml:space="preserve">oost </w:t>
      </w:r>
      <w:r w:rsidR="00C1497A" w:rsidRPr="00A74358">
        <w:rPr>
          <w:rFonts w:ascii="Arial" w:hAnsi="Arial" w:cs="Arial"/>
        </w:rPr>
        <w:t>y</w:t>
      </w:r>
      <w:r w:rsidRPr="00A74358">
        <w:rPr>
          <w:rFonts w:ascii="Arial" w:hAnsi="Arial" w:cs="Arial"/>
        </w:rPr>
        <w:t xml:space="preserve">our </w:t>
      </w:r>
      <w:r w:rsidR="00C1497A" w:rsidRPr="00A74358">
        <w:rPr>
          <w:rFonts w:ascii="Arial" w:hAnsi="Arial" w:cs="Arial"/>
        </w:rPr>
        <w:t>m</w:t>
      </w:r>
      <w:r w:rsidRPr="00A74358">
        <w:rPr>
          <w:rFonts w:ascii="Arial" w:hAnsi="Arial" w:cs="Arial"/>
        </w:rPr>
        <w:t xml:space="preserve">ental </w:t>
      </w:r>
      <w:r w:rsidR="00C1497A" w:rsidRPr="00A74358">
        <w:rPr>
          <w:rFonts w:ascii="Arial" w:hAnsi="Arial" w:cs="Arial"/>
        </w:rPr>
        <w:t>h</w:t>
      </w:r>
      <w:r w:rsidRPr="00A74358">
        <w:rPr>
          <w:rFonts w:ascii="Arial" w:hAnsi="Arial" w:cs="Arial"/>
        </w:rPr>
        <w:t>ealth</w:t>
      </w:r>
      <w:r w:rsidR="00C1497A" w:rsidRPr="00A74358">
        <w:rPr>
          <w:rFonts w:ascii="Arial" w:hAnsi="Arial" w:cs="Arial"/>
        </w:rPr>
        <w:t>.</w:t>
      </w:r>
    </w:p>
    <w:p w14:paraId="55F13897" w14:textId="690E8A4B" w:rsidR="00963647" w:rsidRPr="00A74358" w:rsidRDefault="00963647" w:rsidP="000A071F">
      <w:pPr>
        <w:rPr>
          <w:rFonts w:ascii="Arial" w:hAnsi="Arial" w:cs="Arial"/>
        </w:rPr>
      </w:pPr>
    </w:p>
    <w:p w14:paraId="3A1B7264" w14:textId="4A0030E2" w:rsidR="003C7046" w:rsidRPr="00A74358" w:rsidRDefault="00963647" w:rsidP="001D0DF9">
      <w:pPr>
        <w:rPr>
          <w:rFonts w:ascii="Arial" w:hAnsi="Arial" w:cs="Arial"/>
          <w:b/>
          <w:bCs/>
        </w:rPr>
      </w:pPr>
      <w:r w:rsidRPr="00A74358">
        <w:rPr>
          <w:rFonts w:ascii="Arial" w:hAnsi="Arial" w:cs="Arial"/>
          <w:b/>
          <w:bCs/>
        </w:rPr>
        <w:br/>
        <w:t>BODY COPY</w:t>
      </w:r>
      <w:r w:rsidR="006012A4" w:rsidRPr="00A74358">
        <w:rPr>
          <w:rFonts w:ascii="Arial" w:hAnsi="Arial" w:cs="Arial"/>
          <w:b/>
          <w:bCs/>
        </w:rPr>
        <w:t xml:space="preserve">: </w:t>
      </w:r>
    </w:p>
    <w:p w14:paraId="217D237F" w14:textId="7575B813" w:rsidR="006012A4" w:rsidRPr="009F6BED" w:rsidRDefault="00E25C36" w:rsidP="00E9190C">
      <w:pPr>
        <w:tabs>
          <w:tab w:val="left" w:pos="90"/>
        </w:tabs>
        <w:rPr>
          <w:rFonts w:ascii="Arial" w:hAnsi="Arial" w:cs="Arial"/>
          <w:color w:val="3F3F3F"/>
        </w:rPr>
      </w:pPr>
      <w:r w:rsidRPr="009F6BED">
        <w:rPr>
          <w:rFonts w:ascii="Arial" w:hAnsi="Arial" w:cs="Arial"/>
          <w:color w:val="1F2426"/>
          <w:shd w:val="clear" w:color="auto" w:fill="FFFFFF"/>
        </w:rPr>
        <w:t>May is</w:t>
      </w:r>
      <w:r w:rsidR="008729DD" w:rsidRPr="009F6BED">
        <w:rPr>
          <w:rFonts w:ascii="Arial" w:hAnsi="Arial" w:cs="Arial"/>
          <w:color w:val="1F2426"/>
          <w:shd w:val="clear" w:color="auto" w:fill="FFFFFF"/>
        </w:rPr>
        <w:t xml:space="preserve"> Mental Health Awareness </w:t>
      </w:r>
      <w:r w:rsidR="00C1497A" w:rsidRPr="009F6BED">
        <w:rPr>
          <w:rFonts w:ascii="Arial" w:hAnsi="Arial" w:cs="Arial"/>
          <w:color w:val="1F2426"/>
          <w:shd w:val="clear" w:color="auto" w:fill="FFFFFF"/>
        </w:rPr>
        <w:t>M</w:t>
      </w:r>
      <w:r w:rsidR="008729DD" w:rsidRPr="009F6BED">
        <w:rPr>
          <w:rFonts w:ascii="Arial" w:hAnsi="Arial" w:cs="Arial"/>
          <w:color w:val="1F2426"/>
          <w:shd w:val="clear" w:color="auto" w:fill="FFFFFF"/>
        </w:rPr>
        <w:t>onth</w:t>
      </w:r>
      <w:r w:rsidR="00E96ADA" w:rsidRPr="009F6BED">
        <w:rPr>
          <w:rFonts w:ascii="Arial" w:hAnsi="Arial" w:cs="Arial"/>
          <w:color w:val="1F2426"/>
          <w:shd w:val="clear" w:color="auto" w:fill="FFFFFF"/>
        </w:rPr>
        <w:t xml:space="preserve">, and I want to make sure you have the tools you need to be well. </w:t>
      </w:r>
      <w:r w:rsidR="00EF3D5B" w:rsidRPr="009F6BED">
        <w:rPr>
          <w:rFonts w:ascii="Arial" w:hAnsi="Arial" w:cs="Arial"/>
          <w:color w:val="1F2426"/>
          <w:shd w:val="clear" w:color="auto" w:fill="FFFFFF"/>
        </w:rPr>
        <w:t>O</w:t>
      </w:r>
      <w:r w:rsidR="000304BB" w:rsidRPr="009F6BED">
        <w:rPr>
          <w:rFonts w:ascii="Arial" w:hAnsi="Arial" w:cs="Arial"/>
          <w:color w:val="1F2426"/>
          <w:shd w:val="clear" w:color="auto" w:fill="FFFFFF"/>
        </w:rPr>
        <w:t>ne</w:t>
      </w:r>
      <w:r w:rsidR="003F05E8" w:rsidRPr="009F6BED">
        <w:rPr>
          <w:rFonts w:ascii="Arial" w:hAnsi="Arial" w:cs="Arial"/>
          <w:color w:val="1F2426"/>
          <w:shd w:val="clear" w:color="auto" w:fill="FFFFFF"/>
        </w:rPr>
        <w:t xml:space="preserve"> the best ways </w:t>
      </w:r>
      <w:r w:rsidR="00860A8B" w:rsidRPr="009F6BED">
        <w:rPr>
          <w:rFonts w:ascii="Arial" w:hAnsi="Arial" w:cs="Arial"/>
          <w:color w:val="1F2426"/>
          <w:shd w:val="clear" w:color="auto" w:fill="FFFFFF"/>
        </w:rPr>
        <w:t xml:space="preserve">you can </w:t>
      </w:r>
      <w:r w:rsidR="00EF7912" w:rsidRPr="009F6BED">
        <w:rPr>
          <w:rFonts w:ascii="Arial" w:hAnsi="Arial" w:cs="Arial"/>
          <w:color w:val="1F2426"/>
          <w:shd w:val="clear" w:color="auto" w:fill="FFFFFF"/>
        </w:rPr>
        <w:t>improve</w:t>
      </w:r>
      <w:r w:rsidR="003F05E8" w:rsidRPr="009F6BED">
        <w:rPr>
          <w:rFonts w:ascii="Arial" w:hAnsi="Arial" w:cs="Arial"/>
          <w:color w:val="1F2426"/>
          <w:shd w:val="clear" w:color="auto" w:fill="FFFFFF"/>
        </w:rPr>
        <w:t xml:space="preserve"> your mental health is </w:t>
      </w:r>
      <w:r w:rsidR="00860A8B" w:rsidRPr="009F6BED">
        <w:rPr>
          <w:rFonts w:ascii="Arial" w:hAnsi="Arial" w:cs="Arial"/>
          <w:color w:val="1F2426"/>
          <w:shd w:val="clear" w:color="auto" w:fill="FFFFFF"/>
        </w:rPr>
        <w:t xml:space="preserve">to </w:t>
      </w:r>
      <w:r w:rsidR="003F05E8" w:rsidRPr="009F6BED">
        <w:rPr>
          <w:rFonts w:ascii="Arial" w:hAnsi="Arial" w:cs="Arial"/>
          <w:color w:val="1F2426"/>
          <w:shd w:val="clear" w:color="auto" w:fill="FFFFFF"/>
        </w:rPr>
        <w:t>tak</w:t>
      </w:r>
      <w:r w:rsidR="00860A8B" w:rsidRPr="009F6BED">
        <w:rPr>
          <w:rFonts w:ascii="Arial" w:hAnsi="Arial" w:cs="Arial"/>
          <w:color w:val="1F2426"/>
          <w:shd w:val="clear" w:color="auto" w:fill="FFFFFF"/>
        </w:rPr>
        <w:t>e</w:t>
      </w:r>
      <w:r w:rsidR="003F05E8" w:rsidRPr="009F6BED">
        <w:rPr>
          <w:rFonts w:ascii="Arial" w:hAnsi="Arial" w:cs="Arial"/>
          <w:color w:val="1F2426"/>
          <w:shd w:val="clear" w:color="auto" w:fill="FFFFFF"/>
        </w:rPr>
        <w:t xml:space="preserve"> control of your money</w:t>
      </w:r>
      <w:r w:rsidR="00EF3D5B" w:rsidRPr="009F6BED">
        <w:rPr>
          <w:rFonts w:ascii="Arial" w:hAnsi="Arial" w:cs="Arial"/>
          <w:color w:val="1F2426"/>
          <w:shd w:val="clear" w:color="auto" w:fill="FFFFFF"/>
        </w:rPr>
        <w:t>.</w:t>
      </w:r>
      <w:r w:rsidR="003F05E8" w:rsidRPr="009F6BED">
        <w:rPr>
          <w:rFonts w:ascii="Arial" w:hAnsi="Arial" w:cs="Arial"/>
          <w:color w:val="1F2426"/>
          <w:shd w:val="clear" w:color="auto" w:fill="FFFFFF"/>
        </w:rPr>
        <w:t xml:space="preserve"> </w:t>
      </w:r>
      <w:r w:rsidR="00E9190C" w:rsidRPr="009F6BED">
        <w:rPr>
          <w:rFonts w:ascii="Arial" w:hAnsi="Arial" w:cs="Arial"/>
          <w:color w:val="3F3F3F"/>
        </w:rPr>
        <w:t>SmartDollar has two helpful resources to show you how to get started.</w:t>
      </w:r>
    </w:p>
    <w:p w14:paraId="13C0EEB0" w14:textId="77777777" w:rsidR="006C3105" w:rsidRPr="009F6BED" w:rsidRDefault="006C3105" w:rsidP="00E9190C">
      <w:pPr>
        <w:tabs>
          <w:tab w:val="left" w:pos="90"/>
        </w:tabs>
        <w:rPr>
          <w:rFonts w:ascii="Arial" w:hAnsi="Arial" w:cs="Arial"/>
        </w:rPr>
      </w:pPr>
    </w:p>
    <w:p w14:paraId="3DDD0D88" w14:textId="26088AFC" w:rsidR="008F3583" w:rsidRPr="009F6BED" w:rsidRDefault="00ED6778" w:rsidP="00ED6778">
      <w:pPr>
        <w:tabs>
          <w:tab w:val="left" w:pos="90"/>
        </w:tabs>
        <w:rPr>
          <w:rFonts w:ascii="Arial" w:hAnsi="Arial" w:cs="Arial"/>
          <w:color w:val="1F2426"/>
          <w:shd w:val="clear" w:color="auto" w:fill="FFFFFF"/>
        </w:rPr>
      </w:pPr>
      <w:r w:rsidRPr="009F6BED">
        <w:rPr>
          <w:rFonts w:ascii="Arial" w:hAnsi="Arial" w:cs="Arial"/>
          <w:color w:val="1F2426"/>
          <w:shd w:val="clear" w:color="auto" w:fill="FFFFFF"/>
        </w:rPr>
        <w:t xml:space="preserve">In Dr. John </w:t>
      </w:r>
      <w:proofErr w:type="spellStart"/>
      <w:r w:rsidRPr="009F6BED">
        <w:rPr>
          <w:rFonts w:ascii="Arial" w:hAnsi="Arial" w:cs="Arial"/>
          <w:color w:val="1F2426"/>
          <w:shd w:val="clear" w:color="auto" w:fill="FFFFFF"/>
        </w:rPr>
        <w:t>Delony’s</w:t>
      </w:r>
      <w:proofErr w:type="spellEnd"/>
      <w:r w:rsidRPr="009F6BED">
        <w:rPr>
          <w:rFonts w:ascii="Arial" w:hAnsi="Arial" w:cs="Arial"/>
          <w:color w:val="1F2426"/>
          <w:shd w:val="clear" w:color="auto" w:fill="FFFFFF"/>
        </w:rPr>
        <w:t> Anxiety and Your Money course, you’ll find six</w:t>
      </w:r>
      <w:r w:rsidR="002B749E" w:rsidRPr="009F6BED">
        <w:rPr>
          <w:rFonts w:ascii="Arial" w:hAnsi="Arial" w:cs="Arial"/>
          <w:color w:val="1F2426"/>
          <w:shd w:val="clear" w:color="auto" w:fill="FFFFFF"/>
        </w:rPr>
        <w:t xml:space="preserve"> </w:t>
      </w:r>
      <w:r w:rsidR="000E0AE7" w:rsidRPr="009F6BED">
        <w:rPr>
          <w:rFonts w:ascii="Arial" w:hAnsi="Arial" w:cs="Arial"/>
          <w:color w:val="1F2426"/>
          <w:shd w:val="clear" w:color="auto" w:fill="FFFFFF"/>
        </w:rPr>
        <w:t>quick</w:t>
      </w:r>
      <w:r w:rsidR="005A4BC5" w:rsidRPr="009F6BED">
        <w:rPr>
          <w:rFonts w:ascii="Arial" w:hAnsi="Arial" w:cs="Arial"/>
          <w:color w:val="1F2426"/>
          <w:shd w:val="clear" w:color="auto" w:fill="FFFFFF"/>
        </w:rPr>
        <w:t xml:space="preserve"> </w:t>
      </w:r>
      <w:r w:rsidRPr="009F6BED">
        <w:rPr>
          <w:rFonts w:ascii="Arial" w:hAnsi="Arial" w:cs="Arial"/>
          <w:color w:val="1F2426"/>
          <w:shd w:val="clear" w:color="auto" w:fill="FFFFFF"/>
        </w:rPr>
        <w:t xml:space="preserve">lessons that’ll teach you how to tackle debt, </w:t>
      </w:r>
      <w:r w:rsidR="006D4F56" w:rsidRPr="009F6BED">
        <w:rPr>
          <w:rFonts w:ascii="Arial" w:hAnsi="Arial" w:cs="Arial"/>
          <w:color w:val="1F2426"/>
          <w:shd w:val="clear" w:color="auto" w:fill="FFFFFF"/>
        </w:rPr>
        <w:t>create healthy spending habits, and</w:t>
      </w:r>
      <w:r w:rsidRPr="009F6BED">
        <w:rPr>
          <w:rFonts w:ascii="Arial" w:hAnsi="Arial" w:cs="Arial"/>
          <w:color w:val="1F2426"/>
          <w:shd w:val="clear" w:color="auto" w:fill="FFFFFF"/>
        </w:rPr>
        <w:t xml:space="preserve"> talk about finances with your </w:t>
      </w:r>
      <w:r w:rsidR="00921EF0" w:rsidRPr="009F6BED">
        <w:rPr>
          <w:rFonts w:ascii="Arial" w:hAnsi="Arial" w:cs="Arial"/>
          <w:color w:val="1F2426"/>
          <w:shd w:val="clear" w:color="auto" w:fill="FFFFFF"/>
        </w:rPr>
        <w:t>family</w:t>
      </w:r>
      <w:r w:rsidR="006D4F56" w:rsidRPr="009F6BED">
        <w:rPr>
          <w:rFonts w:ascii="Arial" w:hAnsi="Arial" w:cs="Arial"/>
          <w:color w:val="1F2426"/>
          <w:shd w:val="clear" w:color="auto" w:fill="FFFFFF"/>
        </w:rPr>
        <w:t xml:space="preserve">. </w:t>
      </w:r>
      <w:r w:rsidR="000E0AE7" w:rsidRPr="009F6BED">
        <w:rPr>
          <w:rFonts w:ascii="Arial" w:hAnsi="Arial" w:cs="Arial"/>
          <w:color w:val="1F2426"/>
          <w:shd w:val="clear" w:color="auto" w:fill="FFFFFF"/>
        </w:rPr>
        <w:t>Watch</w:t>
      </w:r>
      <w:r w:rsidR="008F3583" w:rsidRPr="009F6BED">
        <w:rPr>
          <w:rFonts w:ascii="Arial" w:hAnsi="Arial" w:cs="Arial"/>
          <w:color w:val="1F2426"/>
          <w:shd w:val="clear" w:color="auto" w:fill="FFFFFF"/>
        </w:rPr>
        <w:t xml:space="preserve"> the course</w:t>
      </w:r>
      <w:r w:rsidR="008525FF" w:rsidRPr="009F6BED">
        <w:rPr>
          <w:rFonts w:ascii="Arial" w:hAnsi="Arial" w:cs="Arial"/>
          <w:color w:val="1F2426"/>
          <w:shd w:val="clear" w:color="auto" w:fill="FFFFFF"/>
        </w:rPr>
        <w:t xml:space="preserve"> at</w:t>
      </w:r>
      <w:r w:rsidR="008F3583" w:rsidRPr="009F6BED">
        <w:rPr>
          <w:rFonts w:ascii="Arial" w:hAnsi="Arial" w:cs="Arial"/>
          <w:color w:val="1F2426"/>
          <w:shd w:val="clear" w:color="auto" w:fill="FFFFFF"/>
        </w:rPr>
        <w:t xml:space="preserve"> </w:t>
      </w:r>
      <w:hyperlink r:id="rId5" w:history="1">
        <w:r w:rsidR="008F3583" w:rsidRPr="009F6BED">
          <w:rPr>
            <w:rStyle w:val="Hyperlink"/>
            <w:rFonts w:ascii="Arial" w:hAnsi="Arial" w:cs="Arial"/>
            <w:shd w:val="clear" w:color="auto" w:fill="FFFFFF"/>
          </w:rPr>
          <w:t>this link</w:t>
        </w:r>
      </w:hyperlink>
      <w:r w:rsidR="008F3583" w:rsidRPr="009F6BED">
        <w:rPr>
          <w:rFonts w:ascii="Arial" w:hAnsi="Arial" w:cs="Arial"/>
          <w:color w:val="1F2426"/>
          <w:shd w:val="clear" w:color="auto" w:fill="FFFFFF"/>
        </w:rPr>
        <w:t>.</w:t>
      </w:r>
    </w:p>
    <w:p w14:paraId="5F38A9EF" w14:textId="77777777" w:rsidR="003542B5" w:rsidRPr="009F6BED" w:rsidRDefault="003542B5" w:rsidP="00ED6778">
      <w:pPr>
        <w:tabs>
          <w:tab w:val="left" w:pos="90"/>
        </w:tabs>
        <w:rPr>
          <w:rFonts w:ascii="Arial" w:hAnsi="Arial" w:cs="Arial"/>
          <w:color w:val="1F2426"/>
          <w:shd w:val="clear" w:color="auto" w:fill="FFFFFF"/>
        </w:rPr>
      </w:pPr>
    </w:p>
    <w:p w14:paraId="64B37A08" w14:textId="10C990DB" w:rsidR="003542B5" w:rsidRPr="009F6BED" w:rsidRDefault="00BE0722" w:rsidP="00ED6778">
      <w:pPr>
        <w:tabs>
          <w:tab w:val="left" w:pos="90"/>
        </w:tabs>
        <w:rPr>
          <w:rFonts w:ascii="Arial" w:hAnsi="Arial" w:cs="Arial"/>
          <w:color w:val="1F2426"/>
          <w:shd w:val="clear" w:color="auto" w:fill="FFFFFF"/>
        </w:rPr>
      </w:pPr>
      <w:r w:rsidRPr="009F6BED">
        <w:rPr>
          <w:rFonts w:ascii="Arial" w:hAnsi="Arial" w:cs="Arial"/>
          <w:shd w:val="clear" w:color="auto" w:fill="FFFFFF"/>
        </w:rPr>
        <w:t xml:space="preserve">Want to </w:t>
      </w:r>
      <w:hyperlink r:id="rId6" w:history="1">
        <w:r w:rsidRPr="009F6BED">
          <w:rPr>
            <w:rStyle w:val="Hyperlink"/>
            <w:rFonts w:ascii="Arial" w:hAnsi="Arial" w:cs="Arial"/>
            <w:shd w:val="clear" w:color="auto" w:fill="FFFFFF"/>
          </w:rPr>
          <w:t>talk to someone</w:t>
        </w:r>
      </w:hyperlink>
      <w:r w:rsidR="00B9651A" w:rsidRPr="009F6BED">
        <w:rPr>
          <w:rFonts w:ascii="Arial" w:hAnsi="Arial" w:cs="Arial"/>
          <w:color w:val="1F2426"/>
          <w:shd w:val="clear" w:color="auto" w:fill="FFFFFF"/>
        </w:rPr>
        <w:t xml:space="preserve"> instead</w:t>
      </w:r>
      <w:r w:rsidR="00130C1A" w:rsidRPr="009F6BED">
        <w:rPr>
          <w:rFonts w:ascii="Arial" w:hAnsi="Arial" w:cs="Arial"/>
          <w:color w:val="1F2426"/>
          <w:shd w:val="clear" w:color="auto" w:fill="FFFFFF"/>
        </w:rPr>
        <w:t>? A financial coach can help you find peace of mind</w:t>
      </w:r>
      <w:r w:rsidR="00751288" w:rsidRPr="009F6BED">
        <w:rPr>
          <w:rFonts w:ascii="Arial" w:hAnsi="Arial" w:cs="Arial"/>
          <w:color w:val="1F2426"/>
          <w:shd w:val="clear" w:color="auto" w:fill="FFFFFF"/>
        </w:rPr>
        <w:t>. You’ll identify your money goals—</w:t>
      </w:r>
      <w:r w:rsidR="007D1E64" w:rsidRPr="009F6BED">
        <w:rPr>
          <w:rFonts w:ascii="Arial" w:hAnsi="Arial" w:cs="Arial"/>
          <w:color w:val="1F2426"/>
          <w:shd w:val="clear" w:color="auto" w:fill="FFFFFF"/>
        </w:rPr>
        <w:t>and</w:t>
      </w:r>
      <w:r w:rsidR="006A188A" w:rsidRPr="009F6BED">
        <w:rPr>
          <w:rFonts w:ascii="Arial" w:hAnsi="Arial" w:cs="Arial"/>
          <w:color w:val="1F2426"/>
          <w:shd w:val="clear" w:color="auto" w:fill="FFFFFF"/>
        </w:rPr>
        <w:t xml:space="preserve"> </w:t>
      </w:r>
      <w:r w:rsidR="007D1E64" w:rsidRPr="009F6BED">
        <w:rPr>
          <w:rFonts w:ascii="Arial" w:hAnsi="Arial" w:cs="Arial"/>
          <w:color w:val="1F2426"/>
          <w:shd w:val="clear" w:color="auto" w:fill="FFFFFF"/>
        </w:rPr>
        <w:t xml:space="preserve">what you need to make them happen. </w:t>
      </w:r>
    </w:p>
    <w:p w14:paraId="37BA7F49" w14:textId="77777777" w:rsidR="001969EE" w:rsidRPr="009F6BED" w:rsidRDefault="001969EE" w:rsidP="00FC3C65">
      <w:pPr>
        <w:tabs>
          <w:tab w:val="left" w:pos="90"/>
        </w:tabs>
        <w:rPr>
          <w:rFonts w:ascii="Arial" w:hAnsi="Arial" w:cs="Arial"/>
          <w:color w:val="1F2426"/>
          <w:shd w:val="clear" w:color="auto" w:fill="FFFFFF"/>
        </w:rPr>
      </w:pPr>
    </w:p>
    <w:p w14:paraId="2AB84D71" w14:textId="6B3FD8C4" w:rsidR="001969EE" w:rsidRPr="009F6BED" w:rsidRDefault="001969EE" w:rsidP="00FC3C65">
      <w:pPr>
        <w:tabs>
          <w:tab w:val="left" w:pos="90"/>
        </w:tabs>
        <w:rPr>
          <w:rFonts w:ascii="Arial" w:hAnsi="Arial" w:cs="Arial"/>
          <w:color w:val="1F2426"/>
          <w:shd w:val="clear" w:color="auto" w:fill="FFFFFF"/>
        </w:rPr>
      </w:pPr>
      <w:r w:rsidRPr="009F6BED">
        <w:rPr>
          <w:rFonts w:ascii="Arial" w:hAnsi="Arial" w:cs="Arial"/>
        </w:rPr>
        <w:t xml:space="preserve">If you haven’t created a SmartDollar account yet, visit </w:t>
      </w:r>
      <w:hyperlink r:id="rId7" w:history="1">
        <w:r w:rsidRPr="009F6BED">
          <w:rPr>
            <w:rStyle w:val="Hyperlink"/>
            <w:rFonts w:ascii="Arial" w:hAnsi="Arial" w:cs="Arial"/>
          </w:rPr>
          <w:t>smartdollar.com/start</w:t>
        </w:r>
      </w:hyperlink>
      <w:r w:rsidR="007E6C88" w:rsidRPr="009F6BED">
        <w:rPr>
          <w:rStyle w:val="Hyperlink"/>
          <w:rFonts w:ascii="Arial" w:hAnsi="Arial" w:cs="Arial"/>
          <w:color w:val="auto"/>
          <w:u w:val="none"/>
        </w:rPr>
        <w:t>.</w:t>
      </w:r>
    </w:p>
    <w:p w14:paraId="0BBF580E" w14:textId="77777777" w:rsidR="00FC3C65" w:rsidRPr="00A74358" w:rsidRDefault="00FC3C65" w:rsidP="006012A4">
      <w:pPr>
        <w:rPr>
          <w:rFonts w:ascii="Arial" w:hAnsi="Arial" w:cs="Arial"/>
        </w:rPr>
      </w:pPr>
    </w:p>
    <w:p w14:paraId="693757BC" w14:textId="16553487" w:rsidR="00B04FE8" w:rsidRPr="00B04FE8" w:rsidRDefault="00B04FE8" w:rsidP="00B04FE8">
      <w:pPr>
        <w:rPr>
          <w:rFonts w:ascii="Arial" w:hAnsi="Arial" w:cs="Arial"/>
        </w:rPr>
      </w:pPr>
      <w:r w:rsidRPr="00B04FE8">
        <w:rPr>
          <w:rFonts w:ascii="Arial" w:eastAsia="Calibri" w:hAnsi="Arial" w:cs="Arial"/>
        </w:rPr>
        <w:t xml:space="preserve">Use </w:t>
      </w:r>
      <w:r w:rsidR="00304028">
        <w:rPr>
          <w:rFonts w:ascii="Arial" w:eastAsia="Calibri" w:hAnsi="Arial" w:cs="Arial"/>
        </w:rPr>
        <w:t>our</w:t>
      </w:r>
      <w:r w:rsidRPr="00B04FE8">
        <w:rPr>
          <w:rFonts w:ascii="Arial" w:eastAsia="Calibri" w:hAnsi="Arial" w:cs="Arial"/>
        </w:rPr>
        <w:t xml:space="preserve"> keyword when creating your account: [KEYWORD]</w:t>
      </w:r>
      <w:r>
        <w:rPr>
          <w:rFonts w:ascii="Arial" w:eastAsia="Calibri" w:hAnsi="Arial" w:cs="Arial"/>
        </w:rPr>
        <w:t>.</w:t>
      </w:r>
    </w:p>
    <w:p w14:paraId="277DF5B1" w14:textId="08B1EE39" w:rsidR="00963647" w:rsidRPr="00963647" w:rsidRDefault="00963647" w:rsidP="00B7159B">
      <w:pPr>
        <w:rPr>
          <w:b/>
          <w:bCs/>
        </w:rPr>
      </w:pPr>
    </w:p>
    <w:sectPr w:rsidR="00963647" w:rsidRPr="00963647" w:rsidSect="00AB06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4AE9"/>
    <w:multiLevelType w:val="hybridMultilevel"/>
    <w:tmpl w:val="44C47C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B885BF3"/>
    <w:multiLevelType w:val="hybridMultilevel"/>
    <w:tmpl w:val="7CFEC2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88801141">
    <w:abstractNumId w:val="0"/>
  </w:num>
  <w:num w:numId="2" w16cid:durableId="866793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C4"/>
    <w:rsid w:val="00025FAE"/>
    <w:rsid w:val="000304BB"/>
    <w:rsid w:val="000A071F"/>
    <w:rsid w:val="000E0AE7"/>
    <w:rsid w:val="001106E3"/>
    <w:rsid w:val="00130C1A"/>
    <w:rsid w:val="001325DC"/>
    <w:rsid w:val="00144633"/>
    <w:rsid w:val="00165949"/>
    <w:rsid w:val="00177DE7"/>
    <w:rsid w:val="001969EE"/>
    <w:rsid w:val="001A1780"/>
    <w:rsid w:val="001D0DF9"/>
    <w:rsid w:val="001D65E3"/>
    <w:rsid w:val="00215FA8"/>
    <w:rsid w:val="002253D0"/>
    <w:rsid w:val="00274487"/>
    <w:rsid w:val="0028397E"/>
    <w:rsid w:val="00291E47"/>
    <w:rsid w:val="002A6CC7"/>
    <w:rsid w:val="002B749E"/>
    <w:rsid w:val="002D3111"/>
    <w:rsid w:val="002D6A99"/>
    <w:rsid w:val="002E295F"/>
    <w:rsid w:val="002E4EDF"/>
    <w:rsid w:val="002F62CC"/>
    <w:rsid w:val="00304028"/>
    <w:rsid w:val="003542B5"/>
    <w:rsid w:val="003B24DD"/>
    <w:rsid w:val="003C7046"/>
    <w:rsid w:val="003F05E8"/>
    <w:rsid w:val="00414C9E"/>
    <w:rsid w:val="0043041B"/>
    <w:rsid w:val="00430C63"/>
    <w:rsid w:val="004514B2"/>
    <w:rsid w:val="004A3F6A"/>
    <w:rsid w:val="004D213D"/>
    <w:rsid w:val="004E1FD1"/>
    <w:rsid w:val="004E42D8"/>
    <w:rsid w:val="004E6F29"/>
    <w:rsid w:val="004F0B64"/>
    <w:rsid w:val="00501463"/>
    <w:rsid w:val="005174EC"/>
    <w:rsid w:val="0053685C"/>
    <w:rsid w:val="00544B8B"/>
    <w:rsid w:val="005477E6"/>
    <w:rsid w:val="00572B24"/>
    <w:rsid w:val="005A4BC5"/>
    <w:rsid w:val="005C18CB"/>
    <w:rsid w:val="005D1C22"/>
    <w:rsid w:val="005E7DCB"/>
    <w:rsid w:val="00600E2E"/>
    <w:rsid w:val="006010C7"/>
    <w:rsid w:val="006012A4"/>
    <w:rsid w:val="0061124A"/>
    <w:rsid w:val="0066523F"/>
    <w:rsid w:val="00691E5A"/>
    <w:rsid w:val="006A188A"/>
    <w:rsid w:val="006A2445"/>
    <w:rsid w:val="006C3105"/>
    <w:rsid w:val="006C64E4"/>
    <w:rsid w:val="006D4F56"/>
    <w:rsid w:val="00716104"/>
    <w:rsid w:val="0073334D"/>
    <w:rsid w:val="00734EC0"/>
    <w:rsid w:val="00737037"/>
    <w:rsid w:val="00751288"/>
    <w:rsid w:val="00794C02"/>
    <w:rsid w:val="007D04F9"/>
    <w:rsid w:val="007D1E64"/>
    <w:rsid w:val="007E6C88"/>
    <w:rsid w:val="008017BD"/>
    <w:rsid w:val="008525FF"/>
    <w:rsid w:val="00860A8B"/>
    <w:rsid w:val="008729DD"/>
    <w:rsid w:val="008F3583"/>
    <w:rsid w:val="00921EF0"/>
    <w:rsid w:val="009450B7"/>
    <w:rsid w:val="00963647"/>
    <w:rsid w:val="00997093"/>
    <w:rsid w:val="009C2DB9"/>
    <w:rsid w:val="009D430C"/>
    <w:rsid w:val="009E7EEA"/>
    <w:rsid w:val="009F6BED"/>
    <w:rsid w:val="00A21BC4"/>
    <w:rsid w:val="00A27EAB"/>
    <w:rsid w:val="00A3239A"/>
    <w:rsid w:val="00A4361D"/>
    <w:rsid w:val="00A74358"/>
    <w:rsid w:val="00AB0626"/>
    <w:rsid w:val="00AD6E58"/>
    <w:rsid w:val="00B02B13"/>
    <w:rsid w:val="00B04FE8"/>
    <w:rsid w:val="00B34C71"/>
    <w:rsid w:val="00B63DAB"/>
    <w:rsid w:val="00B7159B"/>
    <w:rsid w:val="00B7770A"/>
    <w:rsid w:val="00B90CF4"/>
    <w:rsid w:val="00B95CF7"/>
    <w:rsid w:val="00B9651A"/>
    <w:rsid w:val="00BB5411"/>
    <w:rsid w:val="00BE0722"/>
    <w:rsid w:val="00C07604"/>
    <w:rsid w:val="00C1497A"/>
    <w:rsid w:val="00C32BDD"/>
    <w:rsid w:val="00C4102C"/>
    <w:rsid w:val="00C902BB"/>
    <w:rsid w:val="00CA36F1"/>
    <w:rsid w:val="00CE1482"/>
    <w:rsid w:val="00D602E2"/>
    <w:rsid w:val="00D65803"/>
    <w:rsid w:val="00D6708E"/>
    <w:rsid w:val="00DE58C4"/>
    <w:rsid w:val="00E01E8F"/>
    <w:rsid w:val="00E034E3"/>
    <w:rsid w:val="00E25C36"/>
    <w:rsid w:val="00E81A27"/>
    <w:rsid w:val="00E9190C"/>
    <w:rsid w:val="00E96ADA"/>
    <w:rsid w:val="00EA2B3E"/>
    <w:rsid w:val="00ED6778"/>
    <w:rsid w:val="00EF3D5B"/>
    <w:rsid w:val="00EF7912"/>
    <w:rsid w:val="00F44A68"/>
    <w:rsid w:val="00F756B5"/>
    <w:rsid w:val="00FC3C65"/>
    <w:rsid w:val="00FC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4D1772"/>
  <w15:chartTrackingRefBased/>
  <w15:docId w15:val="{7D50700C-FCBB-4F4A-A161-6EC7AAF95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36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364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E6F2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D6778"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8525FF"/>
    <w:rPr>
      <w:color w:val="954F72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10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10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10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10C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14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martdollar.com/start?utm_source=smartdollar-created&amp;utm_medium=word_doc_email&amp;utm_content=hyperlink&amp;utm_term=financial_wellness_bu&amp;utm_campaign=may-insid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martdollar.com/app/coaching?utm_source=smartdollar-created&amp;utm_medium=word_doc_email&amp;utm_content=hyperlink&amp;utm_term=financial_wellness_bu&amp;utm_campaign=may-insider" TargetMode="External"/><Relationship Id="rId5" Type="http://schemas.openxmlformats.org/officeDocument/2006/relationships/hyperlink" Target="https://www.smartdollar.com/app/courses/anxiety-and-your-money/lessons?utm_source=smartdollar-created&amp;utm_medium=word_doc_email&amp;utm_content=hyperlink&amp;utm_term=financial_wellness_bu&amp;utm_campaign=may-insid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irsten.nielsen/Library/Group%20Containers/UBF8T346G9.Office/User%20Content.localized/Templates.localized/Email%20Cop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Email Copy Template.dotx</Template>
  <TotalTime>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Paige Toxey</cp:lastModifiedBy>
  <cp:revision>3</cp:revision>
  <dcterms:created xsi:type="dcterms:W3CDTF">2023-04-25T13:25:00Z</dcterms:created>
  <dcterms:modified xsi:type="dcterms:W3CDTF">2023-04-25T13:27:00Z</dcterms:modified>
</cp:coreProperties>
</file>