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DD1260" w14:paraId="6FE6F1E5" w14:textId="77777777" w:rsidTr="00FD5813">
        <w:trPr>
          <w:trHeight w:hRule="exact" w:val="81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16CDCABA" w14:textId="77777777" w:rsidR="00DD1260" w:rsidRDefault="00DD1260" w:rsidP="00E12684">
            <w:pPr>
              <w:ind w:left="1440" w:hanging="1440"/>
            </w:pPr>
          </w:p>
        </w:tc>
      </w:tr>
      <w:tr w:rsidR="00CD25C4" w14:paraId="765FEF01" w14:textId="77777777" w:rsidTr="00D11430">
        <w:trPr>
          <w:trHeight w:hRule="exact" w:val="86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2B026813" w14:textId="77777777" w:rsidR="00CD25C4" w:rsidRDefault="00CD25C4" w:rsidP="00CD25C4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5320DE7E" wp14:editId="7876575E">
                  <wp:extent cx="2220713" cy="403766"/>
                  <wp:effectExtent l="0" t="0" r="190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13" cy="403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6D96D" w14:textId="73E96652" w:rsidR="00CD25C4" w:rsidRDefault="00CD25C4" w:rsidP="00CD25C4">
            <w:pPr>
              <w:ind w:left="1440" w:hanging="1440"/>
              <w:jc w:val="center"/>
            </w:pPr>
          </w:p>
        </w:tc>
      </w:tr>
      <w:tr w:rsidR="005C52DD" w14:paraId="1AEB7984" w14:textId="77777777" w:rsidTr="0050262F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AEC5EB4" w14:textId="77777777" w:rsidR="00D44ADF" w:rsidRDefault="00D44ADF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  <w:p w14:paraId="02914AB3" w14:textId="5BA02D07" w:rsidR="00AE760B" w:rsidRPr="00AE760B" w:rsidRDefault="00AE760B" w:rsidP="00537DD3">
            <w:pPr>
              <w:pStyle w:val="Body"/>
              <w:spacing w:line="240" w:lineRule="auto"/>
              <w:jc w:val="center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37CA130E" wp14:editId="511B5D62">
                  <wp:extent cx="5577242" cy="185650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4622" cy="1878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813" w14:paraId="07A87D65" w14:textId="77777777" w:rsidTr="0050262F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4074D305" w14:textId="58D337AF" w:rsidR="00FD5813" w:rsidRPr="00A6027B" w:rsidRDefault="00FD5813" w:rsidP="00BB2C0A">
            <w:pPr>
              <w:pStyle w:val="Body"/>
              <w:tabs>
                <w:tab w:val="left" w:pos="4095"/>
                <w:tab w:val="left" w:pos="5569"/>
              </w:tabs>
              <w:spacing w:line="312" w:lineRule="auto"/>
              <w:rPr>
                <w:i/>
                <w:iCs/>
                <w:color w:val="00B6C7"/>
                <w:sz w:val="20"/>
                <w:szCs w:val="20"/>
              </w:rPr>
            </w:pPr>
            <w:r w:rsidRPr="00A6027B">
              <w:rPr>
                <w:i/>
                <w:iCs/>
                <w:color w:val="00B6C7"/>
                <w:sz w:val="20"/>
                <w:szCs w:val="20"/>
              </w:rPr>
              <w:tab/>
            </w:r>
            <w:r>
              <w:rPr>
                <w:i/>
                <w:iCs/>
                <w:color w:val="00B6C7"/>
                <w:sz w:val="20"/>
                <w:szCs w:val="20"/>
              </w:rPr>
              <w:tab/>
            </w:r>
          </w:p>
          <w:p w14:paraId="330C35BD" w14:textId="4F6A54E0" w:rsidR="00FD5813" w:rsidRPr="00A90C40" w:rsidRDefault="00FD5813" w:rsidP="00FD5813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40"/>
                <w:szCs w:val="40"/>
              </w:rPr>
            </w:pPr>
            <w:r w:rsidRPr="00FD5813">
              <w:rPr>
                <w:b/>
                <w:bCs/>
                <w:color w:val="262626" w:themeColor="text1" w:themeTint="D9"/>
                <w:sz w:val="40"/>
                <w:szCs w:val="40"/>
              </w:rPr>
              <w:t xml:space="preserve">A Proven Path </w:t>
            </w:r>
            <w:r>
              <w:rPr>
                <w:b/>
                <w:bCs/>
                <w:color w:val="262626" w:themeColor="text1" w:themeTint="D9"/>
                <w:sz w:val="40"/>
                <w:szCs w:val="40"/>
              </w:rPr>
              <w:br/>
            </w:r>
            <w:r w:rsidRPr="00FD5813">
              <w:rPr>
                <w:b/>
                <w:bCs/>
                <w:color w:val="262626" w:themeColor="text1" w:themeTint="D9"/>
                <w:sz w:val="40"/>
                <w:szCs w:val="40"/>
              </w:rPr>
              <w:t>to Saving Money</w:t>
            </w:r>
          </w:p>
          <w:p w14:paraId="213DBEF3" w14:textId="77777777" w:rsidR="00FD5813" w:rsidRPr="00E96D81" w:rsidRDefault="00FD5813" w:rsidP="00E96D81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14:paraId="02AAD88D" w14:textId="3AD736E8" w:rsidR="0050262F" w:rsidRDefault="0050262F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t>Wouldn’t i</w:t>
            </w:r>
            <w:r w:rsidRPr="000A1E76">
              <w:rPr>
                <w:rFonts w:eastAsia="Times New Roman"/>
                <w:color w:val="000000" w:themeColor="text1"/>
                <w:sz w:val="24"/>
              </w:rPr>
              <w:t>t be nice to buy your dream car or dream home</w:t>
            </w:r>
            <w:r>
              <w:rPr>
                <w:rFonts w:eastAsia="Times New Roman"/>
                <w:color w:val="000000" w:themeColor="text1"/>
                <w:sz w:val="24"/>
              </w:rPr>
              <w:t>?</w:t>
            </w:r>
            <w:r w:rsidRPr="000A1E76">
              <w:rPr>
                <w:rFonts w:eastAsia="Times New Roman"/>
                <w:color w:val="000000" w:themeColor="text1"/>
                <w:sz w:val="24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4"/>
              </w:rPr>
              <w:t>U</w:t>
            </w:r>
            <w:r w:rsidRPr="000A1E76">
              <w:rPr>
                <w:rFonts w:eastAsia="Times New Roman"/>
                <w:color w:val="000000" w:themeColor="text1"/>
                <w:sz w:val="24"/>
              </w:rPr>
              <w:t>nless you have spare piles of cash lying around, you’ll need to save money for big-ticket purchases</w:t>
            </w:r>
            <w:r>
              <w:rPr>
                <w:rFonts w:eastAsia="Times New Roman"/>
                <w:color w:val="000000" w:themeColor="text1"/>
                <w:sz w:val="24"/>
              </w:rPr>
              <w:t xml:space="preserve"> to avoid paying </w:t>
            </w:r>
            <w:r>
              <w:rPr>
                <w:rFonts w:eastAsia="Times New Roman"/>
                <w:i/>
                <w:iCs/>
                <w:color w:val="000000" w:themeColor="text1"/>
                <w:sz w:val="24"/>
              </w:rPr>
              <w:t>more</w:t>
            </w:r>
            <w:r>
              <w:rPr>
                <w:rFonts w:eastAsia="Times New Roman"/>
                <w:color w:val="000000" w:themeColor="text1"/>
                <w:sz w:val="24"/>
              </w:rPr>
              <w:t xml:space="preserve"> in the </w:t>
            </w:r>
            <w:proofErr w:type="gramStart"/>
            <w:r>
              <w:rPr>
                <w:rFonts w:eastAsia="Times New Roman"/>
                <w:color w:val="000000" w:themeColor="text1"/>
                <w:sz w:val="24"/>
              </w:rPr>
              <w:t>long-run</w:t>
            </w:r>
            <w:proofErr w:type="gramEnd"/>
            <w:r>
              <w:rPr>
                <w:rFonts w:eastAsia="Times New Roman"/>
                <w:color w:val="000000" w:themeColor="text1"/>
                <w:sz w:val="24"/>
              </w:rPr>
              <w:t>.</w:t>
            </w:r>
          </w:p>
          <w:p w14:paraId="22092DBA" w14:textId="31B91C10" w:rsidR="00537DD3" w:rsidRPr="00FD5813" w:rsidRDefault="000A1E76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0A1E76">
              <w:rPr>
                <w:rFonts w:eastAsia="Times New Roman"/>
                <w:color w:val="000000" w:themeColor="text1"/>
                <w:sz w:val="24"/>
              </w:rPr>
              <w:t>The good news? SmartDollar can help you reach your money-saving goals. Use our tools and commonsense plan to make saving money easy.</w:t>
            </w:r>
          </w:p>
        </w:tc>
        <w:tc>
          <w:tcPr>
            <w:tcW w:w="4678" w:type="dxa"/>
          </w:tcPr>
          <w:p w14:paraId="378C6FD7" w14:textId="5EA6048B" w:rsidR="00FD5813" w:rsidRPr="00FD5813" w:rsidRDefault="00FD5813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45C85B0B" w14:textId="2CCE6F33" w:rsidR="00FD5813" w:rsidRDefault="00FD5813" w:rsidP="00FD5813">
            <w:r>
              <w:rPr>
                <w:rFonts w:eastAsia="Times New Roman"/>
                <w:noProof/>
                <w:color w:val="000000" w:themeColor="text1"/>
                <w:sz w:val="24"/>
              </w:rPr>
              <w:drawing>
                <wp:inline distT="0" distB="0" distL="0" distR="0" wp14:anchorId="068CD1D2" wp14:editId="6D625A04">
                  <wp:extent cx="2718775" cy="332886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8775" cy="332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50EE1" w14:textId="6CC00ED1" w:rsidR="00FD5813" w:rsidRPr="002E2755" w:rsidRDefault="00FD5813" w:rsidP="002E27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</w:tc>
      </w:tr>
      <w:tr w:rsidR="007948D1" w14:paraId="0A5580D1" w14:textId="77777777" w:rsidTr="0050262F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39B67AB8" w14:textId="77777777" w:rsidR="00537DD3" w:rsidRDefault="00537DD3" w:rsidP="00537DD3">
            <w:pPr>
              <w:pStyle w:val="Body"/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32"/>
              </w:rPr>
            </w:pP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</w:rPr>
              <w:t>Click the button below and enter the</w:t>
            </w:r>
            <w:r>
              <w:rPr>
                <w:rFonts w:eastAsia="Times New Roman"/>
                <w:b/>
                <w:bCs/>
                <w:color w:val="000000" w:themeColor="text1"/>
                <w:sz w:val="32"/>
              </w:rPr>
              <w:t xml:space="preserve"> company</w:t>
            </w: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</w:rPr>
              <w:t xml:space="preserve"> keyword ‘</w:t>
            </w: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  <w:u w:val="single"/>
              </w:rPr>
              <w:t>companyname124</w:t>
            </w: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</w:rPr>
              <w:t>’.</w:t>
            </w:r>
          </w:p>
          <w:p w14:paraId="222BEDFB" w14:textId="523E43A9" w:rsidR="00036AA2" w:rsidRDefault="00036AA2" w:rsidP="00537DD3">
            <w:pPr>
              <w:pStyle w:val="Body"/>
              <w:spacing w:line="240" w:lineRule="auto"/>
              <w:jc w:val="center"/>
              <w:rPr>
                <w:i/>
                <w:iCs/>
                <w:color w:val="00B6C7"/>
                <w:sz w:val="32"/>
              </w:rPr>
            </w:pPr>
          </w:p>
        </w:tc>
      </w:tr>
    </w:tbl>
    <w:p w14:paraId="686582BA" w14:textId="4C15A600" w:rsidR="006667C1" w:rsidRDefault="00537DD3" w:rsidP="00537DD3">
      <w:pPr>
        <w:tabs>
          <w:tab w:val="left" w:pos="6778"/>
        </w:tabs>
        <w:jc w:val="center"/>
      </w:pPr>
      <w:r>
        <w:rPr>
          <w:i/>
          <w:iCs/>
          <w:noProof/>
          <w:color w:val="00B6C7"/>
          <w:sz w:val="32"/>
        </w:rPr>
        <w:drawing>
          <wp:inline distT="0" distB="0" distL="0" distR="0" wp14:anchorId="29C31ED7" wp14:editId="7F972EE0">
            <wp:extent cx="3951259" cy="581891"/>
            <wp:effectExtent l="0" t="0" r="0" b="0"/>
            <wp:docPr id="2" name="Picture 2" descr="A picture containing graphical user interface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graphical user interface&#10;&#10;Description automatically generated">
                      <a:hlinkClick r:id="rId12"/>
                    </pic:cNvPr>
                    <pic:cNvPicPr/>
                  </pic:nvPicPr>
                  <pic:blipFill rotWithShape="1">
                    <a:blip r:embed="rId13"/>
                    <a:srcRect t="31163" b="19748"/>
                    <a:stretch/>
                  </pic:blipFill>
                  <pic:spPr bwMode="auto">
                    <a:xfrm>
                      <a:off x="0" y="0"/>
                      <a:ext cx="3952920" cy="582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8E39AB" w14:textId="6C4755FF" w:rsidR="007A7391" w:rsidRDefault="007A7391" w:rsidP="00537DD3">
      <w:pPr>
        <w:tabs>
          <w:tab w:val="left" w:pos="6778"/>
        </w:tabs>
        <w:jc w:val="center"/>
      </w:pPr>
    </w:p>
    <w:p w14:paraId="07BB01AA" w14:textId="78AFB93E" w:rsidR="007A7391" w:rsidRPr="006667C1" w:rsidRDefault="007A7391" w:rsidP="007A7391">
      <w:pPr>
        <w:tabs>
          <w:tab w:val="left" w:pos="6778"/>
        </w:tabs>
        <w:jc w:val="center"/>
      </w:pPr>
      <w:r>
        <w:t xml:space="preserve">Or visit </w:t>
      </w:r>
      <w:hyperlink r:id="rId14" w:history="1"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sm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a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rtdolla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r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.com/start</w:t>
        </w:r>
      </w:hyperlink>
      <w:r w:rsidRPr="00B45DD3">
        <w:rPr>
          <w:rFonts w:eastAsia="Times New Roman"/>
          <w:color w:val="000000" w:themeColor="text1"/>
          <w:sz w:val="24"/>
        </w:rPr>
        <w:t>.</w:t>
      </w:r>
    </w:p>
    <w:sectPr w:rsidR="007A739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6361152">
    <w:abstractNumId w:val="2"/>
  </w:num>
  <w:num w:numId="2" w16cid:durableId="450322140">
    <w:abstractNumId w:val="2"/>
  </w:num>
  <w:num w:numId="3" w16cid:durableId="748117492">
    <w:abstractNumId w:val="1"/>
  </w:num>
  <w:num w:numId="4" w16cid:durableId="519317840">
    <w:abstractNumId w:val="5"/>
  </w:num>
  <w:num w:numId="5" w16cid:durableId="1950120740">
    <w:abstractNumId w:val="0"/>
  </w:num>
  <w:num w:numId="6" w16cid:durableId="991564470">
    <w:abstractNumId w:val="3"/>
  </w:num>
  <w:num w:numId="7" w16cid:durableId="6881426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35DA3"/>
    <w:rsid w:val="00036AA2"/>
    <w:rsid w:val="00053945"/>
    <w:rsid w:val="000541C3"/>
    <w:rsid w:val="00056B69"/>
    <w:rsid w:val="00064881"/>
    <w:rsid w:val="00067566"/>
    <w:rsid w:val="00070033"/>
    <w:rsid w:val="000745EB"/>
    <w:rsid w:val="00081CFA"/>
    <w:rsid w:val="000A1E76"/>
    <w:rsid w:val="000A7369"/>
    <w:rsid w:val="000B28CC"/>
    <w:rsid w:val="000C3FA7"/>
    <w:rsid w:val="000D257C"/>
    <w:rsid w:val="000F27BB"/>
    <w:rsid w:val="000F325C"/>
    <w:rsid w:val="0013762E"/>
    <w:rsid w:val="00153873"/>
    <w:rsid w:val="00157825"/>
    <w:rsid w:val="00175B87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404D7"/>
    <w:rsid w:val="0024697C"/>
    <w:rsid w:val="002540BA"/>
    <w:rsid w:val="00284B14"/>
    <w:rsid w:val="00285CD3"/>
    <w:rsid w:val="002A34BD"/>
    <w:rsid w:val="002A5D11"/>
    <w:rsid w:val="002B2325"/>
    <w:rsid w:val="002B398D"/>
    <w:rsid w:val="002B6388"/>
    <w:rsid w:val="002C0CD8"/>
    <w:rsid w:val="002C37EF"/>
    <w:rsid w:val="002C3B46"/>
    <w:rsid w:val="002C6125"/>
    <w:rsid w:val="002C6B66"/>
    <w:rsid w:val="002D70E0"/>
    <w:rsid w:val="002E2755"/>
    <w:rsid w:val="002F3E95"/>
    <w:rsid w:val="00321816"/>
    <w:rsid w:val="003379BB"/>
    <w:rsid w:val="00337E04"/>
    <w:rsid w:val="003427F2"/>
    <w:rsid w:val="0034504A"/>
    <w:rsid w:val="003525EB"/>
    <w:rsid w:val="00356121"/>
    <w:rsid w:val="00362C37"/>
    <w:rsid w:val="00372E81"/>
    <w:rsid w:val="0037743F"/>
    <w:rsid w:val="003805BC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4C03"/>
    <w:rsid w:val="003F5811"/>
    <w:rsid w:val="003F7946"/>
    <w:rsid w:val="00400B13"/>
    <w:rsid w:val="004022F4"/>
    <w:rsid w:val="00422B25"/>
    <w:rsid w:val="00432DE1"/>
    <w:rsid w:val="00454307"/>
    <w:rsid w:val="0045648A"/>
    <w:rsid w:val="00462F6D"/>
    <w:rsid w:val="004665DD"/>
    <w:rsid w:val="0047169E"/>
    <w:rsid w:val="0048370D"/>
    <w:rsid w:val="004976EC"/>
    <w:rsid w:val="004A5A5A"/>
    <w:rsid w:val="004B72B1"/>
    <w:rsid w:val="004E2350"/>
    <w:rsid w:val="004E4573"/>
    <w:rsid w:val="004E7E45"/>
    <w:rsid w:val="005011DE"/>
    <w:rsid w:val="0050262F"/>
    <w:rsid w:val="00505B07"/>
    <w:rsid w:val="0050687D"/>
    <w:rsid w:val="00507849"/>
    <w:rsid w:val="00516056"/>
    <w:rsid w:val="005212F3"/>
    <w:rsid w:val="00521633"/>
    <w:rsid w:val="005333DB"/>
    <w:rsid w:val="00533F6C"/>
    <w:rsid w:val="00535918"/>
    <w:rsid w:val="00537DD3"/>
    <w:rsid w:val="0054533B"/>
    <w:rsid w:val="0054660C"/>
    <w:rsid w:val="005522A9"/>
    <w:rsid w:val="00554BE2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E4691"/>
    <w:rsid w:val="005F3B12"/>
    <w:rsid w:val="00607897"/>
    <w:rsid w:val="00614667"/>
    <w:rsid w:val="00622192"/>
    <w:rsid w:val="006346A6"/>
    <w:rsid w:val="00642F63"/>
    <w:rsid w:val="0065116A"/>
    <w:rsid w:val="0065208E"/>
    <w:rsid w:val="006533B2"/>
    <w:rsid w:val="00655260"/>
    <w:rsid w:val="006667C1"/>
    <w:rsid w:val="00682B98"/>
    <w:rsid w:val="00685523"/>
    <w:rsid w:val="006A2B3A"/>
    <w:rsid w:val="006A552A"/>
    <w:rsid w:val="006B5392"/>
    <w:rsid w:val="006C2AD0"/>
    <w:rsid w:val="006D0F0A"/>
    <w:rsid w:val="006D6B45"/>
    <w:rsid w:val="006E4DE7"/>
    <w:rsid w:val="006E7927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8711F"/>
    <w:rsid w:val="00791B0F"/>
    <w:rsid w:val="007948D1"/>
    <w:rsid w:val="00795F98"/>
    <w:rsid w:val="007A049F"/>
    <w:rsid w:val="007A6594"/>
    <w:rsid w:val="007A7391"/>
    <w:rsid w:val="007D4DCB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67871"/>
    <w:rsid w:val="008A0D07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E7B0B"/>
    <w:rsid w:val="008F605B"/>
    <w:rsid w:val="009006C8"/>
    <w:rsid w:val="00902087"/>
    <w:rsid w:val="00905AF4"/>
    <w:rsid w:val="0093366D"/>
    <w:rsid w:val="009427AA"/>
    <w:rsid w:val="00944980"/>
    <w:rsid w:val="009531DE"/>
    <w:rsid w:val="00966AA6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441F9"/>
    <w:rsid w:val="00A57CBA"/>
    <w:rsid w:val="00A57EA1"/>
    <w:rsid w:val="00A6027B"/>
    <w:rsid w:val="00A61A48"/>
    <w:rsid w:val="00A62C29"/>
    <w:rsid w:val="00A66F32"/>
    <w:rsid w:val="00A70C7B"/>
    <w:rsid w:val="00A90C40"/>
    <w:rsid w:val="00AA603B"/>
    <w:rsid w:val="00AD45CA"/>
    <w:rsid w:val="00AE3F77"/>
    <w:rsid w:val="00AE6430"/>
    <w:rsid w:val="00AE760B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45697"/>
    <w:rsid w:val="00B627BB"/>
    <w:rsid w:val="00B67BC5"/>
    <w:rsid w:val="00B735E6"/>
    <w:rsid w:val="00B774E1"/>
    <w:rsid w:val="00B837DE"/>
    <w:rsid w:val="00B84B04"/>
    <w:rsid w:val="00B87967"/>
    <w:rsid w:val="00B90B6D"/>
    <w:rsid w:val="00BA1E90"/>
    <w:rsid w:val="00BA43FF"/>
    <w:rsid w:val="00BA65A4"/>
    <w:rsid w:val="00BB2C0A"/>
    <w:rsid w:val="00BC190A"/>
    <w:rsid w:val="00BC23FE"/>
    <w:rsid w:val="00BD0A79"/>
    <w:rsid w:val="00BD3A25"/>
    <w:rsid w:val="00BE5CA6"/>
    <w:rsid w:val="00BE7C6D"/>
    <w:rsid w:val="00BF30C2"/>
    <w:rsid w:val="00BF3A0A"/>
    <w:rsid w:val="00C10904"/>
    <w:rsid w:val="00C378A2"/>
    <w:rsid w:val="00C53DA1"/>
    <w:rsid w:val="00C6311D"/>
    <w:rsid w:val="00C67375"/>
    <w:rsid w:val="00C7572B"/>
    <w:rsid w:val="00C849E1"/>
    <w:rsid w:val="00CB2923"/>
    <w:rsid w:val="00CC3033"/>
    <w:rsid w:val="00CC691E"/>
    <w:rsid w:val="00CC7D2E"/>
    <w:rsid w:val="00CD25C4"/>
    <w:rsid w:val="00CE6A75"/>
    <w:rsid w:val="00CE73F8"/>
    <w:rsid w:val="00D02B39"/>
    <w:rsid w:val="00D0593D"/>
    <w:rsid w:val="00D07A6A"/>
    <w:rsid w:val="00D11CA8"/>
    <w:rsid w:val="00D24528"/>
    <w:rsid w:val="00D33AA6"/>
    <w:rsid w:val="00D3787A"/>
    <w:rsid w:val="00D417B5"/>
    <w:rsid w:val="00D44ADF"/>
    <w:rsid w:val="00D457D0"/>
    <w:rsid w:val="00D50CEF"/>
    <w:rsid w:val="00D626A1"/>
    <w:rsid w:val="00D62C05"/>
    <w:rsid w:val="00D848F7"/>
    <w:rsid w:val="00D861C6"/>
    <w:rsid w:val="00D917D8"/>
    <w:rsid w:val="00D92500"/>
    <w:rsid w:val="00D95BB4"/>
    <w:rsid w:val="00DA61C3"/>
    <w:rsid w:val="00DB5005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96D81"/>
    <w:rsid w:val="00EA36C7"/>
    <w:rsid w:val="00EA4AB6"/>
    <w:rsid w:val="00EA676C"/>
    <w:rsid w:val="00EB6B05"/>
    <w:rsid w:val="00F007FB"/>
    <w:rsid w:val="00F0799A"/>
    <w:rsid w:val="00F10DBF"/>
    <w:rsid w:val="00F131D6"/>
    <w:rsid w:val="00F22EDF"/>
    <w:rsid w:val="00F238C4"/>
    <w:rsid w:val="00F46191"/>
    <w:rsid w:val="00F60532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5813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22B25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finlit-mont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finlit-mont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Props1.xml><?xml version="1.0" encoding="utf-8"?>
<ds:datastoreItem xmlns:ds="http://schemas.openxmlformats.org/officeDocument/2006/customXml" ds:itemID="{E6186DD2-A648-4A6F-BFDD-DDF24E75B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F5296-2C27-4AA8-9929-60E84012A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C0AB1D-252E-4CF0-9E28-163CCF2891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Candace Tabrosky</cp:lastModifiedBy>
  <cp:revision>9</cp:revision>
  <cp:lastPrinted>2018-08-13T20:00:00Z</cp:lastPrinted>
  <dcterms:created xsi:type="dcterms:W3CDTF">2022-03-04T16:03:00Z</dcterms:created>
  <dcterms:modified xsi:type="dcterms:W3CDTF">2022-09-19T20:53:00Z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