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ED1F" w14:textId="02B7FC0C" w:rsidR="00025F78" w:rsidRPr="00FF706B" w:rsidRDefault="00025F78" w:rsidP="00025F78">
      <w:r w:rsidRPr="00FF706B">
        <w:rPr>
          <w:b/>
          <w:bCs/>
        </w:rPr>
        <w:t xml:space="preserve">Directions: </w:t>
      </w:r>
      <w:r w:rsidRPr="00FF706B">
        <w:t>Copy and paste this email</w:t>
      </w:r>
      <w:r w:rsidR="00FF706B" w:rsidRPr="00FF706B">
        <w:t xml:space="preserve"> text </w:t>
      </w:r>
      <w:r w:rsidRPr="00FF706B">
        <w:t>into the program of your choosing.</w:t>
      </w:r>
      <w:r w:rsidR="00FF706B" w:rsidRPr="00FF706B">
        <w:t xml:space="preserve"> Enter your company keyword into the </w:t>
      </w:r>
      <w:r w:rsidR="00FF706B" w:rsidRPr="00FF706B">
        <w:rPr>
          <w:i/>
          <w:iCs/>
        </w:rPr>
        <w:t>[Company Keyword]</w:t>
      </w:r>
      <w:r w:rsidR="00FF706B" w:rsidRPr="00FF706B">
        <w:t xml:space="preserve"> space.</w:t>
      </w:r>
    </w:p>
    <w:p w14:paraId="3C97E059" w14:textId="77777777" w:rsidR="00025F78" w:rsidRPr="00FF706B" w:rsidRDefault="00025F78"/>
    <w:p w14:paraId="11A6841A" w14:textId="77777777" w:rsidR="00FF706B" w:rsidRDefault="00FF706B">
      <w:pPr>
        <w:rPr>
          <w:b/>
          <w:bCs/>
        </w:rPr>
      </w:pPr>
    </w:p>
    <w:p w14:paraId="2DE20C71" w14:textId="77777777" w:rsidR="00FF706B" w:rsidRDefault="00FF706B">
      <w:pPr>
        <w:rPr>
          <w:b/>
          <w:bCs/>
        </w:rPr>
      </w:pPr>
    </w:p>
    <w:p w14:paraId="6EA1C0AD" w14:textId="3C268C52" w:rsidR="00FD3681" w:rsidRDefault="00C32F54">
      <w:r w:rsidRPr="00FD3681">
        <w:rPr>
          <w:b/>
          <w:bCs/>
        </w:rPr>
        <w:t>Subject Line:</w:t>
      </w:r>
      <w:r>
        <w:rPr>
          <w:b/>
          <w:bCs/>
        </w:rPr>
        <w:t xml:space="preserve"> </w:t>
      </w:r>
      <w:r w:rsidR="001E62D8" w:rsidRPr="00FD3681">
        <w:t>Beat</w:t>
      </w:r>
      <w:r w:rsidR="001E62D8">
        <w:t xml:space="preserve"> </w:t>
      </w:r>
      <w:r w:rsidR="001E62D8" w:rsidRPr="00FD3681">
        <w:t xml:space="preserve">Student </w:t>
      </w:r>
      <w:r w:rsidR="00A548CF">
        <w:t xml:space="preserve">Loan </w:t>
      </w:r>
      <w:r w:rsidR="001E62D8" w:rsidRPr="00FD3681">
        <w:t xml:space="preserve">Debt </w:t>
      </w:r>
      <w:proofErr w:type="gramStart"/>
      <w:r w:rsidR="00FF61F9">
        <w:t>W</w:t>
      </w:r>
      <w:r w:rsidR="001E62D8" w:rsidRPr="00FD3681">
        <w:t>ith</w:t>
      </w:r>
      <w:proofErr w:type="gramEnd"/>
      <w:r w:rsidR="001E62D8" w:rsidRPr="00FD3681">
        <w:t xml:space="preserve"> SmartDollar</w:t>
      </w:r>
    </w:p>
    <w:p w14:paraId="10D85E67" w14:textId="77777777" w:rsidR="00025F78" w:rsidRDefault="00025F78"/>
    <w:p w14:paraId="581E3860" w14:textId="27C09767" w:rsidR="00FD3681" w:rsidRDefault="0097654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Body:</w:t>
      </w:r>
    </w:p>
    <w:p w14:paraId="392946B0" w14:textId="77777777" w:rsidR="00976541" w:rsidRPr="00FD3681" w:rsidRDefault="00976541" w:rsidP="00976541">
      <w:pPr>
        <w:rPr>
          <w:b/>
          <w:bCs/>
        </w:rPr>
      </w:pPr>
    </w:p>
    <w:p w14:paraId="7F899617" w14:textId="77777777" w:rsidR="00976541" w:rsidRDefault="00976541" w:rsidP="00976541"/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9366"/>
      </w:tblGrid>
      <w:tr w:rsidR="00976541" w14:paraId="01569514" w14:textId="77777777" w:rsidTr="00CD4409">
        <w:trPr>
          <w:trHeight w:val="585"/>
        </w:trPr>
        <w:tc>
          <w:tcPr>
            <w:tcW w:w="9366" w:type="dxa"/>
            <w:tcMar>
              <w:top w:w="0" w:type="dxa"/>
              <w:bottom w:w="0" w:type="dxa"/>
            </w:tcMar>
            <w:vAlign w:val="bottom"/>
          </w:tcPr>
          <w:p w14:paraId="5C4FED7C" w14:textId="77777777" w:rsidR="00976541" w:rsidRDefault="00976541" w:rsidP="00CD4409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1559E76D" wp14:editId="350FF666">
                  <wp:extent cx="1816925" cy="330368"/>
                  <wp:effectExtent l="0" t="0" r="0" b="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694" cy="371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A1CA5F" w14:textId="77777777" w:rsidR="00976541" w:rsidRDefault="00976541" w:rsidP="00976541"/>
    <w:p w14:paraId="66DDA1DC" w14:textId="77777777" w:rsidR="00976541" w:rsidRDefault="00976541" w:rsidP="00976541"/>
    <w:p w14:paraId="4E4D72A5" w14:textId="01BDC035" w:rsidR="00EF795A" w:rsidRDefault="00EF795A" w:rsidP="00976541">
      <w:r>
        <w:t xml:space="preserve">Student </w:t>
      </w:r>
      <w:r w:rsidR="00F91F78">
        <w:t xml:space="preserve">loan </w:t>
      </w:r>
      <w:r>
        <w:t>debt has been in the news a lot lately</w:t>
      </w:r>
      <w:r w:rsidR="00447A96">
        <w:t>.</w:t>
      </w:r>
      <w:r>
        <w:t xml:space="preserve"> </w:t>
      </w:r>
      <w:r w:rsidR="00447A96">
        <w:t>S</w:t>
      </w:r>
      <w:r>
        <w:t>o</w:t>
      </w:r>
      <w:r w:rsidR="00700AD3">
        <w:t>,</w:t>
      </w:r>
      <w:r>
        <w:t xml:space="preserve"> I want </w:t>
      </w:r>
      <w:r w:rsidR="004A12F8">
        <w:t xml:space="preserve">to </w:t>
      </w:r>
      <w:r w:rsidR="00385C51">
        <w:t>remind</w:t>
      </w:r>
      <w:r>
        <w:t xml:space="preserve"> you about a benefit that </w:t>
      </w:r>
      <w:r w:rsidR="00FF61F9">
        <w:t>can</w:t>
      </w:r>
      <w:r>
        <w:t xml:space="preserve"> help you figure out </w:t>
      </w:r>
      <w:r w:rsidR="004634A0">
        <w:t xml:space="preserve">your </w:t>
      </w:r>
      <w:r>
        <w:t>next steps</w:t>
      </w:r>
      <w:r w:rsidR="009B2889">
        <w:t xml:space="preserve"> financially</w:t>
      </w:r>
      <w:r>
        <w:t>.</w:t>
      </w:r>
    </w:p>
    <w:p w14:paraId="23D4937F" w14:textId="77777777" w:rsidR="00EF795A" w:rsidRDefault="00EF795A" w:rsidP="00976541"/>
    <w:p w14:paraId="14A1A8B1" w14:textId="30C220F8" w:rsidR="00976541" w:rsidRDefault="00EF795A" w:rsidP="00976541">
      <w:r>
        <w:t xml:space="preserve">SmartDollar is a financial </w:t>
      </w:r>
      <w:r w:rsidR="00E746A6">
        <w:t xml:space="preserve">wellness </w:t>
      </w:r>
      <w:r>
        <w:t xml:space="preserve">program that we offer to you at </w:t>
      </w:r>
      <w:r w:rsidR="003D184A" w:rsidRPr="001F7B9B">
        <w:rPr>
          <w:i/>
          <w:iCs/>
        </w:rPr>
        <w:t xml:space="preserve">no </w:t>
      </w:r>
      <w:r w:rsidRPr="001F7B9B">
        <w:rPr>
          <w:i/>
          <w:iCs/>
        </w:rPr>
        <w:t>cost</w:t>
      </w:r>
      <w:r>
        <w:t xml:space="preserve">. </w:t>
      </w:r>
      <w:r w:rsidR="00D84650">
        <w:t>This program</w:t>
      </w:r>
      <w:r w:rsidR="00385C51">
        <w:t xml:space="preserve"> will teach you the best way</w:t>
      </w:r>
      <w:r w:rsidR="006805C2">
        <w:t>s</w:t>
      </w:r>
      <w:r w:rsidR="00385C51">
        <w:t xml:space="preserve"> </w:t>
      </w:r>
      <w:r w:rsidR="001F1279">
        <w:t>to</w:t>
      </w:r>
      <w:r w:rsidR="0082162B">
        <w:t xml:space="preserve"> </w:t>
      </w:r>
      <w:r w:rsidR="006805C2">
        <w:t>eliminate</w:t>
      </w:r>
      <w:r w:rsidR="00385C51">
        <w:t xml:space="preserve"> your debt.</w:t>
      </w:r>
    </w:p>
    <w:p w14:paraId="18D1411B" w14:textId="77777777" w:rsidR="00976541" w:rsidRDefault="00976541" w:rsidP="00976541"/>
    <w:p w14:paraId="2EBB6221" w14:textId="7115BFE0" w:rsidR="00976541" w:rsidRPr="00735899" w:rsidRDefault="00EF795A" w:rsidP="00976541">
      <w:pPr>
        <w:rPr>
          <w:rFonts w:cstheme="minorHAnsi"/>
        </w:rPr>
      </w:pPr>
      <w:r>
        <w:rPr>
          <w:rFonts w:cstheme="minorHAnsi"/>
        </w:rPr>
        <w:t>Interested</w:t>
      </w:r>
      <w:r w:rsidR="0082162B">
        <w:rPr>
          <w:rFonts w:cstheme="minorHAnsi"/>
        </w:rPr>
        <w:t>?</w:t>
      </w:r>
      <w:r>
        <w:rPr>
          <w:rFonts w:cstheme="minorHAnsi"/>
        </w:rPr>
        <w:t xml:space="preserve"> </w:t>
      </w:r>
      <w:r w:rsidR="0082162B">
        <w:rPr>
          <w:rFonts w:cstheme="minorHAnsi"/>
        </w:rPr>
        <w:t>C</w:t>
      </w:r>
      <w:r w:rsidR="00976541">
        <w:rPr>
          <w:rFonts w:cstheme="minorHAnsi"/>
        </w:rPr>
        <w:t xml:space="preserve">lick the link below and enter the </w:t>
      </w:r>
      <w:r w:rsidR="00F704DC">
        <w:rPr>
          <w:rFonts w:cstheme="minorHAnsi"/>
        </w:rPr>
        <w:t>Company K</w:t>
      </w:r>
      <w:r w:rsidR="00976541">
        <w:rPr>
          <w:rFonts w:cstheme="minorHAnsi"/>
        </w:rPr>
        <w:t>eyword: [</w:t>
      </w:r>
      <w:r w:rsidR="00FF706B">
        <w:rPr>
          <w:rFonts w:cstheme="minorHAnsi"/>
        </w:rPr>
        <w:t xml:space="preserve">Company </w:t>
      </w:r>
      <w:r w:rsidR="00976541">
        <w:rPr>
          <w:rFonts w:cstheme="minorHAnsi"/>
          <w:i/>
          <w:iCs/>
        </w:rPr>
        <w:t>Keyword</w:t>
      </w:r>
      <w:r w:rsidR="00976541">
        <w:rPr>
          <w:rFonts w:cstheme="minorHAnsi"/>
        </w:rPr>
        <w:t>]</w:t>
      </w:r>
    </w:p>
    <w:p w14:paraId="65B0641A" w14:textId="77777777" w:rsidR="00976541" w:rsidRDefault="00976541" w:rsidP="00976541"/>
    <w:p w14:paraId="3AFD2AAA" w14:textId="6AEC8354" w:rsidR="00976541" w:rsidRDefault="00000000" w:rsidP="00976541">
      <w:hyperlink r:id="rId10" w:history="1">
        <w:r w:rsidR="00976541" w:rsidRPr="00735899">
          <w:rPr>
            <w:rStyle w:val="Hyperlink"/>
          </w:rPr>
          <w:t>SIGN UP TODAY</w:t>
        </w:r>
      </w:hyperlink>
    </w:p>
    <w:p w14:paraId="1D5A80D8" w14:textId="77777777" w:rsidR="00976541" w:rsidRDefault="00976541" w:rsidP="00976541"/>
    <w:p w14:paraId="340DA414" w14:textId="77777777" w:rsidR="00976541" w:rsidRDefault="00976541" w:rsidP="00976541"/>
    <w:p w14:paraId="0A5C634B" w14:textId="77777777" w:rsidR="00976541" w:rsidRDefault="00976541" w:rsidP="00976541"/>
    <w:p w14:paraId="6F15FA1E" w14:textId="77777777" w:rsidR="00976541" w:rsidRPr="00FD3681" w:rsidRDefault="00976541">
      <w:pPr>
        <w:rPr>
          <w:rFonts w:cstheme="minorHAnsi"/>
          <w:b/>
          <w:bCs/>
        </w:rPr>
      </w:pPr>
    </w:p>
    <w:sectPr w:rsidR="00976541" w:rsidRPr="00FD368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5641248">
    <w:abstractNumId w:val="2"/>
  </w:num>
  <w:num w:numId="2" w16cid:durableId="1116481758">
    <w:abstractNumId w:val="2"/>
  </w:num>
  <w:num w:numId="3" w16cid:durableId="1224025433">
    <w:abstractNumId w:val="1"/>
  </w:num>
  <w:num w:numId="4" w16cid:durableId="76679492">
    <w:abstractNumId w:val="3"/>
  </w:num>
  <w:num w:numId="5" w16cid:durableId="370420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25F78"/>
    <w:rsid w:val="00035DA3"/>
    <w:rsid w:val="00053945"/>
    <w:rsid w:val="00056B69"/>
    <w:rsid w:val="00064881"/>
    <w:rsid w:val="00067566"/>
    <w:rsid w:val="000745EB"/>
    <w:rsid w:val="000A7369"/>
    <w:rsid w:val="000B28CC"/>
    <w:rsid w:val="000C3FA7"/>
    <w:rsid w:val="000D257C"/>
    <w:rsid w:val="000F325C"/>
    <w:rsid w:val="001346EB"/>
    <w:rsid w:val="00153873"/>
    <w:rsid w:val="00157825"/>
    <w:rsid w:val="00175B87"/>
    <w:rsid w:val="00192921"/>
    <w:rsid w:val="00195DCB"/>
    <w:rsid w:val="001D46FC"/>
    <w:rsid w:val="001D6BCD"/>
    <w:rsid w:val="001E62D8"/>
    <w:rsid w:val="001E68FB"/>
    <w:rsid w:val="001F1279"/>
    <w:rsid w:val="001F1A1A"/>
    <w:rsid w:val="001F380A"/>
    <w:rsid w:val="001F7B9B"/>
    <w:rsid w:val="00215DB1"/>
    <w:rsid w:val="00220424"/>
    <w:rsid w:val="002259E6"/>
    <w:rsid w:val="00231EAA"/>
    <w:rsid w:val="002540BA"/>
    <w:rsid w:val="00270E3D"/>
    <w:rsid w:val="00284B14"/>
    <w:rsid w:val="00285CD3"/>
    <w:rsid w:val="002B28C6"/>
    <w:rsid w:val="002B398D"/>
    <w:rsid w:val="002B6388"/>
    <w:rsid w:val="002C0CD8"/>
    <w:rsid w:val="002C37EF"/>
    <w:rsid w:val="002C6125"/>
    <w:rsid w:val="002C6B66"/>
    <w:rsid w:val="002C7428"/>
    <w:rsid w:val="002D70E0"/>
    <w:rsid w:val="002E2A71"/>
    <w:rsid w:val="002E7FB1"/>
    <w:rsid w:val="002F3E95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85C51"/>
    <w:rsid w:val="003C4153"/>
    <w:rsid w:val="003C7DFB"/>
    <w:rsid w:val="003D184A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32DE1"/>
    <w:rsid w:val="00447A96"/>
    <w:rsid w:val="00462F6D"/>
    <w:rsid w:val="004634A0"/>
    <w:rsid w:val="004665DD"/>
    <w:rsid w:val="004A12F8"/>
    <w:rsid w:val="004A5A5A"/>
    <w:rsid w:val="004B72B1"/>
    <w:rsid w:val="004B73E3"/>
    <w:rsid w:val="004D5545"/>
    <w:rsid w:val="004E2350"/>
    <w:rsid w:val="004E7E45"/>
    <w:rsid w:val="005011DE"/>
    <w:rsid w:val="00505B07"/>
    <w:rsid w:val="00507849"/>
    <w:rsid w:val="00516056"/>
    <w:rsid w:val="00521633"/>
    <w:rsid w:val="005333DB"/>
    <w:rsid w:val="00535918"/>
    <w:rsid w:val="00544EE1"/>
    <w:rsid w:val="0054660C"/>
    <w:rsid w:val="005522A9"/>
    <w:rsid w:val="00554BE2"/>
    <w:rsid w:val="00592533"/>
    <w:rsid w:val="00592960"/>
    <w:rsid w:val="005A3EC8"/>
    <w:rsid w:val="005B112E"/>
    <w:rsid w:val="005B3274"/>
    <w:rsid w:val="005D772F"/>
    <w:rsid w:val="00607897"/>
    <w:rsid w:val="00610A9A"/>
    <w:rsid w:val="00611A3F"/>
    <w:rsid w:val="00614667"/>
    <w:rsid w:val="006312EC"/>
    <w:rsid w:val="006346A6"/>
    <w:rsid w:val="00642F63"/>
    <w:rsid w:val="0065116A"/>
    <w:rsid w:val="006533B2"/>
    <w:rsid w:val="00655260"/>
    <w:rsid w:val="006805C2"/>
    <w:rsid w:val="00682B98"/>
    <w:rsid w:val="00695CC6"/>
    <w:rsid w:val="006A2B3A"/>
    <w:rsid w:val="006A552A"/>
    <w:rsid w:val="006B5392"/>
    <w:rsid w:val="006C125D"/>
    <w:rsid w:val="006C2AD0"/>
    <w:rsid w:val="006D11D1"/>
    <w:rsid w:val="006D6B45"/>
    <w:rsid w:val="006E4DE7"/>
    <w:rsid w:val="006E7927"/>
    <w:rsid w:val="00700AD3"/>
    <w:rsid w:val="00701B22"/>
    <w:rsid w:val="00705C06"/>
    <w:rsid w:val="0071055F"/>
    <w:rsid w:val="00717DBD"/>
    <w:rsid w:val="00735899"/>
    <w:rsid w:val="00737181"/>
    <w:rsid w:val="007374B4"/>
    <w:rsid w:val="007405E5"/>
    <w:rsid w:val="00745254"/>
    <w:rsid w:val="00745BBD"/>
    <w:rsid w:val="007473E1"/>
    <w:rsid w:val="007539CE"/>
    <w:rsid w:val="00766E6F"/>
    <w:rsid w:val="007767EA"/>
    <w:rsid w:val="0078168B"/>
    <w:rsid w:val="00784D15"/>
    <w:rsid w:val="00791B0F"/>
    <w:rsid w:val="00794E1B"/>
    <w:rsid w:val="00795F98"/>
    <w:rsid w:val="007A049F"/>
    <w:rsid w:val="007A6594"/>
    <w:rsid w:val="007E1D17"/>
    <w:rsid w:val="008070C7"/>
    <w:rsid w:val="00812CCF"/>
    <w:rsid w:val="0082162B"/>
    <w:rsid w:val="00826418"/>
    <w:rsid w:val="00834E2E"/>
    <w:rsid w:val="00835E0D"/>
    <w:rsid w:val="0084071A"/>
    <w:rsid w:val="008439A5"/>
    <w:rsid w:val="0085159B"/>
    <w:rsid w:val="008572B7"/>
    <w:rsid w:val="008A1301"/>
    <w:rsid w:val="008C241A"/>
    <w:rsid w:val="008C4A4E"/>
    <w:rsid w:val="008D228D"/>
    <w:rsid w:val="008D2CE6"/>
    <w:rsid w:val="008D53B4"/>
    <w:rsid w:val="008E15BF"/>
    <w:rsid w:val="008F605B"/>
    <w:rsid w:val="009006C8"/>
    <w:rsid w:val="0093366D"/>
    <w:rsid w:val="009427AA"/>
    <w:rsid w:val="009531DE"/>
    <w:rsid w:val="00966AA6"/>
    <w:rsid w:val="00970EC4"/>
    <w:rsid w:val="00974754"/>
    <w:rsid w:val="00976541"/>
    <w:rsid w:val="009767AB"/>
    <w:rsid w:val="00977498"/>
    <w:rsid w:val="00991020"/>
    <w:rsid w:val="00991A58"/>
    <w:rsid w:val="009B2889"/>
    <w:rsid w:val="009C3954"/>
    <w:rsid w:val="009D3343"/>
    <w:rsid w:val="009D448E"/>
    <w:rsid w:val="009D4C02"/>
    <w:rsid w:val="009D5695"/>
    <w:rsid w:val="009F5059"/>
    <w:rsid w:val="00A441F9"/>
    <w:rsid w:val="00A548CF"/>
    <w:rsid w:val="00A57CBA"/>
    <w:rsid w:val="00A57EA1"/>
    <w:rsid w:val="00A61A48"/>
    <w:rsid w:val="00A62C29"/>
    <w:rsid w:val="00A66F32"/>
    <w:rsid w:val="00A67E2C"/>
    <w:rsid w:val="00A70C7B"/>
    <w:rsid w:val="00AA603B"/>
    <w:rsid w:val="00AD45CA"/>
    <w:rsid w:val="00AE3F77"/>
    <w:rsid w:val="00AE6430"/>
    <w:rsid w:val="00AF56D1"/>
    <w:rsid w:val="00B01CFE"/>
    <w:rsid w:val="00B11565"/>
    <w:rsid w:val="00B1277A"/>
    <w:rsid w:val="00B201DE"/>
    <w:rsid w:val="00B23133"/>
    <w:rsid w:val="00B2740A"/>
    <w:rsid w:val="00B32CC3"/>
    <w:rsid w:val="00B360A8"/>
    <w:rsid w:val="00B45697"/>
    <w:rsid w:val="00B627BB"/>
    <w:rsid w:val="00B774E1"/>
    <w:rsid w:val="00B837DE"/>
    <w:rsid w:val="00B84B04"/>
    <w:rsid w:val="00BA1E90"/>
    <w:rsid w:val="00BA43FF"/>
    <w:rsid w:val="00BA65A4"/>
    <w:rsid w:val="00BC23FE"/>
    <w:rsid w:val="00BD0A79"/>
    <w:rsid w:val="00BE0477"/>
    <w:rsid w:val="00BE5CA6"/>
    <w:rsid w:val="00BE7C6D"/>
    <w:rsid w:val="00BF30C2"/>
    <w:rsid w:val="00BF3A0A"/>
    <w:rsid w:val="00BF3CBB"/>
    <w:rsid w:val="00C10904"/>
    <w:rsid w:val="00C32F54"/>
    <w:rsid w:val="00C378A2"/>
    <w:rsid w:val="00C6311D"/>
    <w:rsid w:val="00C67375"/>
    <w:rsid w:val="00C7572B"/>
    <w:rsid w:val="00C75FED"/>
    <w:rsid w:val="00C849E1"/>
    <w:rsid w:val="00CC3033"/>
    <w:rsid w:val="00CC691E"/>
    <w:rsid w:val="00CC7D2E"/>
    <w:rsid w:val="00CE6A75"/>
    <w:rsid w:val="00CE73F8"/>
    <w:rsid w:val="00D010BA"/>
    <w:rsid w:val="00D02B39"/>
    <w:rsid w:val="00D0593D"/>
    <w:rsid w:val="00D24528"/>
    <w:rsid w:val="00D3787A"/>
    <w:rsid w:val="00D37BEE"/>
    <w:rsid w:val="00D416FD"/>
    <w:rsid w:val="00D457D0"/>
    <w:rsid w:val="00D50CEF"/>
    <w:rsid w:val="00D539F2"/>
    <w:rsid w:val="00D84650"/>
    <w:rsid w:val="00D848F7"/>
    <w:rsid w:val="00D861C6"/>
    <w:rsid w:val="00D917D8"/>
    <w:rsid w:val="00D92500"/>
    <w:rsid w:val="00D95BB4"/>
    <w:rsid w:val="00DA61C3"/>
    <w:rsid w:val="00DB5005"/>
    <w:rsid w:val="00DB54A3"/>
    <w:rsid w:val="00DB5B1A"/>
    <w:rsid w:val="00DC28BB"/>
    <w:rsid w:val="00DD12CA"/>
    <w:rsid w:val="00DD395A"/>
    <w:rsid w:val="00E058D3"/>
    <w:rsid w:val="00E14D95"/>
    <w:rsid w:val="00E37B7F"/>
    <w:rsid w:val="00E46F99"/>
    <w:rsid w:val="00E6050D"/>
    <w:rsid w:val="00E67C03"/>
    <w:rsid w:val="00E746A6"/>
    <w:rsid w:val="00E8002A"/>
    <w:rsid w:val="00E84801"/>
    <w:rsid w:val="00EA36C7"/>
    <w:rsid w:val="00EA676C"/>
    <w:rsid w:val="00EB2CFB"/>
    <w:rsid w:val="00EB6B05"/>
    <w:rsid w:val="00EC37E9"/>
    <w:rsid w:val="00EF795A"/>
    <w:rsid w:val="00F007FB"/>
    <w:rsid w:val="00F0799A"/>
    <w:rsid w:val="00F10DBF"/>
    <w:rsid w:val="00F238C4"/>
    <w:rsid w:val="00F60532"/>
    <w:rsid w:val="00F704DC"/>
    <w:rsid w:val="00F77118"/>
    <w:rsid w:val="00F85CBE"/>
    <w:rsid w:val="00F911D6"/>
    <w:rsid w:val="00F91F78"/>
    <w:rsid w:val="00F94100"/>
    <w:rsid w:val="00FB0C4F"/>
    <w:rsid w:val="00FC30EE"/>
    <w:rsid w:val="00FC4457"/>
    <w:rsid w:val="00FC70C6"/>
    <w:rsid w:val="00FD3681"/>
    <w:rsid w:val="00FE5BB1"/>
    <w:rsid w:val="00FF0059"/>
    <w:rsid w:val="00FF61F9"/>
    <w:rsid w:val="00FF70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4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6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6EB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6EB"/>
    <w:rPr>
      <w:rFonts w:ascii="HP Simplified" w:hAnsi="HP Simplified"/>
      <w:b/>
      <w:bCs/>
    </w:rPr>
  </w:style>
  <w:style w:type="paragraph" w:styleId="Revision">
    <w:name w:val="Revision"/>
    <w:hidden/>
    <w:uiPriority w:val="99"/>
    <w:semiHidden/>
    <w:rsid w:val="00BE0477"/>
    <w:rPr>
      <w:rFonts w:ascii="HP Simplified" w:hAnsi="HP Simplifie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ramseysolutions.com/corporate-wellness/smartdollar/sign-up?utm_source=smartdollar-created&amp;utm_medium=word_doc_email&amp;utm_content=hyperlink_version_b&amp;utm_term=financial_wellness_bu&amp;utm_campaign=student-deb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73CD15-BE6A-4947-88BF-981D3061BB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17DB8-3729-4A24-AFF8-0E6F9F85E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B508F-42D1-4719-B505-6A04712848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4.xml><?xml version="1.0" encoding="utf-8"?>
<ds:datastoreItem xmlns:ds="http://schemas.openxmlformats.org/officeDocument/2006/customXml" ds:itemID="{AAE2C2DE-05B6-4E12-8663-E5EC9A801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Paige Toxey</cp:lastModifiedBy>
  <cp:revision>2</cp:revision>
  <cp:lastPrinted>2018-08-13T20:00:00Z</cp:lastPrinted>
  <dcterms:created xsi:type="dcterms:W3CDTF">2023-02-27T16:57:00Z</dcterms:created>
  <dcterms:modified xsi:type="dcterms:W3CDTF">2023-02-27T16:57:00Z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