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5130"/>
        <w:gridCol w:w="4225"/>
        <w:gridCol w:w="11"/>
      </w:tblGrid>
      <w:tr w:rsidR="00084E7A" w14:paraId="15477002" w14:textId="77777777" w:rsidTr="00084E7A">
        <w:trPr>
          <w:trHeight w:val="810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44DAB465" w14:textId="5350BC8B" w:rsidR="00084E7A" w:rsidRDefault="00084E7A" w:rsidP="00084E7A">
            <w:pPr>
              <w:spacing w:line="300" w:lineRule="auto"/>
              <w:ind w:left="1440" w:hanging="144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7DC3B78" wp14:editId="72118604">
                  <wp:extent cx="1960245" cy="404873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 rotWithShape="1">
                          <a:blip r:embed="rId9"/>
                          <a:srcRect t="-13653" r="-48"/>
                          <a:stretch/>
                        </pic:blipFill>
                        <pic:spPr bwMode="auto">
                          <a:xfrm>
                            <a:off x="0" y="0"/>
                            <a:ext cx="1961698" cy="4051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A3E" w14:paraId="27C79508" w14:textId="77777777" w:rsidTr="00B22A3E">
        <w:trPr>
          <w:trHeight w:val="144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00B4810E" w14:textId="77777777" w:rsidR="00B22A3E" w:rsidRPr="00B22A3E" w:rsidRDefault="00B22A3E" w:rsidP="00B22A3E">
            <w:pPr>
              <w:spacing w:line="300" w:lineRule="auto"/>
              <w:ind w:left="1440" w:hanging="1440"/>
              <w:jc w:val="center"/>
              <w:rPr>
                <w:noProof/>
                <w:sz w:val="12"/>
                <w:szCs w:val="16"/>
              </w:rPr>
            </w:pPr>
          </w:p>
        </w:tc>
      </w:tr>
      <w:tr w:rsidR="001F380A" w14:paraId="765FEF01" w14:textId="77777777" w:rsidTr="002267CC">
        <w:trPr>
          <w:trHeight w:val="5616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3DD6D96D" w14:textId="15131400" w:rsidR="009006C8" w:rsidRDefault="00052978" w:rsidP="00B22A3E">
            <w:pPr>
              <w:spacing w:line="300" w:lineRule="auto"/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17F30E55" wp14:editId="62798D8C">
                  <wp:extent cx="5920372" cy="3474720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 rotWithShape="1">
                          <a:blip r:embed="rId10"/>
                          <a:srcRect t="4676" b="3095"/>
                          <a:stretch/>
                        </pic:blipFill>
                        <pic:spPr bwMode="auto">
                          <a:xfrm>
                            <a:off x="0" y="0"/>
                            <a:ext cx="5920372" cy="3474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810" w14:paraId="29A999C6" w14:textId="77777777" w:rsidTr="00970637">
        <w:trPr>
          <w:gridAfter w:val="1"/>
          <w:wAfter w:w="11" w:type="dxa"/>
          <w:trHeight w:val="81"/>
        </w:trPr>
        <w:tc>
          <w:tcPr>
            <w:tcW w:w="9355" w:type="dxa"/>
            <w:gridSpan w:val="2"/>
          </w:tcPr>
          <w:p w14:paraId="2E4BB69E" w14:textId="4EB5D653" w:rsidR="00260FDB" w:rsidRDefault="00260FDB" w:rsidP="002D2CC2">
            <w:pPr>
              <w:spacing w:line="300" w:lineRule="auto"/>
              <w:rPr>
                <w:rFonts w:ascii="Arial" w:hAnsi="Arial" w:cs="Arial"/>
                <w:sz w:val="24"/>
              </w:rPr>
            </w:pPr>
          </w:p>
        </w:tc>
      </w:tr>
      <w:tr w:rsidR="00970637" w14:paraId="7997FF67" w14:textId="77777777" w:rsidTr="00970637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16D4B7B3" w14:textId="5A60163C" w:rsidR="00970637" w:rsidRPr="002D2CC2" w:rsidRDefault="00970637" w:rsidP="00970637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D2CC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We want you to be as prepared as you can be for whatever life may send your way.</w:t>
            </w:r>
          </w:p>
        </w:tc>
      </w:tr>
      <w:tr w:rsidR="005172FF" w14:paraId="6E19AAAB" w14:textId="77777777" w:rsidTr="00970637">
        <w:trPr>
          <w:gridAfter w:val="1"/>
          <w:wAfter w:w="11" w:type="dxa"/>
          <w:trHeight w:val="2169"/>
        </w:trPr>
        <w:tc>
          <w:tcPr>
            <w:tcW w:w="9355" w:type="dxa"/>
            <w:gridSpan w:val="2"/>
            <w:vAlign w:val="center"/>
          </w:tcPr>
          <w:p w14:paraId="0C59DA55" w14:textId="7DFB4996" w:rsidR="00260FDB" w:rsidRPr="00970637" w:rsidRDefault="002D2CC2" w:rsidP="00970637">
            <w:pPr>
              <w:spacing w:line="30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D2CC2">
              <w:rPr>
                <w:rFonts w:ascii="Arial" w:hAnsi="Arial" w:cs="Arial"/>
                <w:color w:val="000000"/>
                <w:sz w:val="28"/>
                <w:szCs w:val="28"/>
              </w:rPr>
              <w:t xml:space="preserve">When it comes to finances, being prepared means having a plan, an emergency </w:t>
            </w:r>
            <w:proofErr w:type="gramStart"/>
            <w:r w:rsidRPr="002D2CC2">
              <w:rPr>
                <w:rFonts w:ascii="Arial" w:hAnsi="Arial" w:cs="Arial"/>
                <w:color w:val="000000"/>
                <w:sz w:val="28"/>
                <w:szCs w:val="28"/>
              </w:rPr>
              <w:t>fund</w:t>
            </w:r>
            <w:proofErr w:type="gramEnd"/>
            <w:r w:rsidRPr="002D2CC2">
              <w:rPr>
                <w:rFonts w:ascii="Arial" w:hAnsi="Arial" w:cs="Arial"/>
                <w:color w:val="000000"/>
                <w:sz w:val="28"/>
                <w:szCs w:val="28"/>
              </w:rPr>
              <w:t xml:space="preserve"> and a clear path forward. It’s not a mistake that you’re getting this message. </w:t>
            </w:r>
            <w:r w:rsidR="00806E20">
              <w:rPr>
                <w:rFonts w:ascii="Arial" w:hAnsi="Arial" w:cs="Arial"/>
                <w:color w:val="000000"/>
                <w:sz w:val="28"/>
                <w:szCs w:val="28"/>
              </w:rPr>
              <w:t xml:space="preserve">We </w:t>
            </w:r>
            <w:r w:rsidRPr="002D2CC2">
              <w:rPr>
                <w:rFonts w:ascii="Arial" w:hAnsi="Arial" w:cs="Arial"/>
                <w:color w:val="000000"/>
                <w:sz w:val="28"/>
                <w:szCs w:val="28"/>
              </w:rPr>
              <w:t xml:space="preserve">believe in giving you every opportunity we can to help you win with money. </w:t>
            </w:r>
          </w:p>
        </w:tc>
      </w:tr>
      <w:tr w:rsidR="00260FDB" w14:paraId="1C7DE1BB" w14:textId="77777777" w:rsidTr="00970637">
        <w:trPr>
          <w:gridAfter w:val="1"/>
          <w:wAfter w:w="11" w:type="dxa"/>
          <w:trHeight w:val="288"/>
        </w:trPr>
        <w:tc>
          <w:tcPr>
            <w:tcW w:w="9355" w:type="dxa"/>
            <w:gridSpan w:val="2"/>
            <w:vAlign w:val="center"/>
          </w:tcPr>
          <w:p w14:paraId="142CF9F5" w14:textId="76D76AF7" w:rsidR="00260FDB" w:rsidRPr="00970637" w:rsidRDefault="002D2CC2" w:rsidP="00970637">
            <w:pPr>
              <w:spacing w:line="30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D2CC2">
              <w:rPr>
                <w:rFonts w:ascii="Arial" w:hAnsi="Arial" w:cs="Arial"/>
                <w:color w:val="000000"/>
                <w:sz w:val="28"/>
                <w:szCs w:val="28"/>
              </w:rPr>
              <w:t xml:space="preserve">That’s why we’re giving you SmartDollar, the online financial wellness program designed to help you set </w:t>
            </w:r>
            <w:r w:rsidRPr="002D2CC2"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  <w:t>and</w:t>
            </w:r>
            <w:r w:rsidRPr="002D2CC2">
              <w:rPr>
                <w:rFonts w:ascii="Arial" w:hAnsi="Arial" w:cs="Arial"/>
                <w:color w:val="000000"/>
                <w:sz w:val="28"/>
                <w:szCs w:val="28"/>
              </w:rPr>
              <w:t xml:space="preserve"> reach your money goals. </w:t>
            </w:r>
            <w:r w:rsidRPr="002D2CC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The first step is easy and takes just a few seconds.</w:t>
            </w:r>
            <w:r w:rsidRPr="002D2CC2">
              <w:rPr>
                <w:rFonts w:ascii="Arial" w:hAnsi="Arial" w:cs="Arial"/>
                <w:color w:val="000000"/>
                <w:sz w:val="28"/>
                <w:szCs w:val="28"/>
              </w:rPr>
              <w:t xml:space="preserve"> Creating your free account unlocks tons of content, tools and resources designed to guide you no matter where you’re at in your financial journey. </w:t>
            </w:r>
          </w:p>
        </w:tc>
      </w:tr>
      <w:tr w:rsidR="002D2CC2" w:rsidRPr="006F1810" w14:paraId="62788CA8" w14:textId="77777777" w:rsidTr="00B22A3E">
        <w:trPr>
          <w:gridAfter w:val="1"/>
          <w:wAfter w:w="11" w:type="dxa"/>
          <w:trHeight w:val="748"/>
        </w:trPr>
        <w:tc>
          <w:tcPr>
            <w:tcW w:w="5130" w:type="dxa"/>
            <w:vAlign w:val="center"/>
          </w:tcPr>
          <w:p w14:paraId="11033C72" w14:textId="77777777" w:rsidR="002D2CC2" w:rsidRDefault="002D2CC2" w:rsidP="006D68FA">
            <w:pPr>
              <w:spacing w:line="30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lastRenderedPageBreak/>
              <w:drawing>
                <wp:inline distT="0" distB="0" distL="0" distR="0" wp14:anchorId="45B8E62B" wp14:editId="6F4C350D">
                  <wp:extent cx="2958353" cy="1387445"/>
                  <wp:effectExtent l="0" t="0" r="0" b="0"/>
                  <wp:docPr id="8" name="Picture 8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Logo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400" cy="139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  <w:vAlign w:val="center"/>
          </w:tcPr>
          <w:p w14:paraId="44328DD9" w14:textId="77777777" w:rsidR="002D2CC2" w:rsidRPr="006F1810" w:rsidRDefault="002D2CC2" w:rsidP="006D68FA">
            <w:pPr>
              <w:spacing w:line="30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26F88428" wp14:editId="26F2AAE1">
                  <wp:extent cx="2821021" cy="1390015"/>
                  <wp:effectExtent l="0" t="0" r="0" b="0"/>
                  <wp:docPr id="9" name="Picture 9" descr="A close up of a sign&#10;&#10;Description automatically generate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sign&#10;&#10;Description automatically generated">
                            <a:hlinkClick r:id="rId12"/>
                          </pic:cNvPr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2413" cy="1390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2CC2" w14:paraId="66296541" w14:textId="77777777" w:rsidTr="0084687E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4E37420A" w14:textId="77777777" w:rsidR="002D2CC2" w:rsidRDefault="002D2CC2" w:rsidP="002D2CC2">
            <w:pPr>
              <w:rPr>
                <w:rFonts w:ascii="Arial" w:hAnsi="Arial" w:cs="Arial"/>
                <w:sz w:val="28"/>
                <w:szCs w:val="32"/>
              </w:rPr>
            </w:pPr>
          </w:p>
          <w:p w14:paraId="56EC5C1D" w14:textId="40E938DD" w:rsidR="002D2CC2" w:rsidRPr="002D2CC2" w:rsidRDefault="002D2CC2" w:rsidP="002D2CC2">
            <w:pPr>
              <w:rPr>
                <w:rFonts w:ascii="Arial" w:hAnsi="Arial" w:cs="Arial"/>
                <w:sz w:val="28"/>
                <w:szCs w:val="32"/>
              </w:rPr>
            </w:pPr>
            <w:r w:rsidRPr="002D2CC2">
              <w:rPr>
                <w:rFonts w:ascii="Arial" w:hAnsi="Arial" w:cs="Arial"/>
                <w:sz w:val="28"/>
                <w:szCs w:val="32"/>
              </w:rPr>
              <w:t xml:space="preserve">Remember, SmartDollar is available 24/7 on any device and is completely confidential. </w:t>
            </w:r>
          </w:p>
          <w:p w14:paraId="5CD4AE23" w14:textId="77777777" w:rsidR="002D2CC2" w:rsidRDefault="002D2CC2" w:rsidP="00F82EC8">
            <w:pPr>
              <w:spacing w:line="30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72FF" w14:paraId="438983A2" w14:textId="77777777" w:rsidTr="0084687E">
        <w:trPr>
          <w:trHeight w:val="284"/>
        </w:trPr>
        <w:tc>
          <w:tcPr>
            <w:tcW w:w="9366" w:type="dxa"/>
            <w:gridSpan w:val="3"/>
          </w:tcPr>
          <w:p w14:paraId="65DF533F" w14:textId="0089B9BB" w:rsidR="005172FF" w:rsidRDefault="005172FF" w:rsidP="00F82EC8">
            <w:pPr>
              <w:spacing w:line="300" w:lineRule="auto"/>
            </w:pPr>
          </w:p>
        </w:tc>
      </w:tr>
    </w:tbl>
    <w:p w14:paraId="0D8BBF56" w14:textId="78A353BE" w:rsidR="00AD45CA" w:rsidRDefault="00AD45CA" w:rsidP="00F82EC8">
      <w:pPr>
        <w:spacing w:line="300" w:lineRule="auto"/>
      </w:pPr>
    </w:p>
    <w:p w14:paraId="00E5E0CC" w14:textId="77777777" w:rsidR="00220424" w:rsidRDefault="00220424" w:rsidP="00F82EC8">
      <w:pPr>
        <w:spacing w:line="300" w:lineRule="auto"/>
      </w:pPr>
    </w:p>
    <w:sectPr w:rsidR="00220424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383A55BC"/>
    <w:multiLevelType w:val="hybridMultilevel"/>
    <w:tmpl w:val="81702B96"/>
    <w:lvl w:ilvl="0" w:tplc="80745BFE">
      <w:numFmt w:val="bullet"/>
      <w:lvlText w:val="—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35DA3"/>
    <w:rsid w:val="00052978"/>
    <w:rsid w:val="00053945"/>
    <w:rsid w:val="00056B69"/>
    <w:rsid w:val="00064881"/>
    <w:rsid w:val="00067566"/>
    <w:rsid w:val="000745EB"/>
    <w:rsid w:val="00084E7A"/>
    <w:rsid w:val="000A109E"/>
    <w:rsid w:val="000A7369"/>
    <w:rsid w:val="000B28CC"/>
    <w:rsid w:val="000C3FA7"/>
    <w:rsid w:val="000C7987"/>
    <w:rsid w:val="000D257C"/>
    <w:rsid w:val="000E7F6E"/>
    <w:rsid w:val="000F325C"/>
    <w:rsid w:val="00124F1F"/>
    <w:rsid w:val="00153873"/>
    <w:rsid w:val="00157825"/>
    <w:rsid w:val="00175B87"/>
    <w:rsid w:val="0019167E"/>
    <w:rsid w:val="00192921"/>
    <w:rsid w:val="001D46FC"/>
    <w:rsid w:val="001D6BCD"/>
    <w:rsid w:val="001E68FB"/>
    <w:rsid w:val="001F1A1A"/>
    <w:rsid w:val="001F380A"/>
    <w:rsid w:val="00215DB1"/>
    <w:rsid w:val="00220424"/>
    <w:rsid w:val="002259E6"/>
    <w:rsid w:val="002267CC"/>
    <w:rsid w:val="00231EAA"/>
    <w:rsid w:val="00252470"/>
    <w:rsid w:val="002540BA"/>
    <w:rsid w:val="00260FDB"/>
    <w:rsid w:val="00284B14"/>
    <w:rsid w:val="00285CD3"/>
    <w:rsid w:val="002B398D"/>
    <w:rsid w:val="002B6388"/>
    <w:rsid w:val="002C0CD8"/>
    <w:rsid w:val="002C37EF"/>
    <w:rsid w:val="002C6125"/>
    <w:rsid w:val="002C6B66"/>
    <w:rsid w:val="002D2CC2"/>
    <w:rsid w:val="002D70E0"/>
    <w:rsid w:val="002F3E95"/>
    <w:rsid w:val="003040F2"/>
    <w:rsid w:val="00321816"/>
    <w:rsid w:val="00337E04"/>
    <w:rsid w:val="003427F2"/>
    <w:rsid w:val="0034504A"/>
    <w:rsid w:val="003525EB"/>
    <w:rsid w:val="00356121"/>
    <w:rsid w:val="00362C37"/>
    <w:rsid w:val="00372E81"/>
    <w:rsid w:val="0037743F"/>
    <w:rsid w:val="003C4153"/>
    <w:rsid w:val="003C7DFB"/>
    <w:rsid w:val="003D70A4"/>
    <w:rsid w:val="003D7A70"/>
    <w:rsid w:val="003E1CF8"/>
    <w:rsid w:val="003E2B1A"/>
    <w:rsid w:val="003F06CF"/>
    <w:rsid w:val="003F4C03"/>
    <w:rsid w:val="003F5811"/>
    <w:rsid w:val="003F7946"/>
    <w:rsid w:val="00400B13"/>
    <w:rsid w:val="004022F4"/>
    <w:rsid w:val="00432DE1"/>
    <w:rsid w:val="0046068B"/>
    <w:rsid w:val="00462F6D"/>
    <w:rsid w:val="004665DD"/>
    <w:rsid w:val="00467885"/>
    <w:rsid w:val="004A5A5A"/>
    <w:rsid w:val="004B4E9A"/>
    <w:rsid w:val="004B72B1"/>
    <w:rsid w:val="004E156E"/>
    <w:rsid w:val="004E2350"/>
    <w:rsid w:val="004E7E45"/>
    <w:rsid w:val="005011DE"/>
    <w:rsid w:val="00505B07"/>
    <w:rsid w:val="00507849"/>
    <w:rsid w:val="005128E4"/>
    <w:rsid w:val="00516056"/>
    <w:rsid w:val="005172FF"/>
    <w:rsid w:val="00521633"/>
    <w:rsid w:val="005333DB"/>
    <w:rsid w:val="00535918"/>
    <w:rsid w:val="0054660C"/>
    <w:rsid w:val="005522A9"/>
    <w:rsid w:val="00554BE2"/>
    <w:rsid w:val="00592533"/>
    <w:rsid w:val="00592960"/>
    <w:rsid w:val="005A3EC8"/>
    <w:rsid w:val="005A6626"/>
    <w:rsid w:val="005B112E"/>
    <w:rsid w:val="005B1926"/>
    <w:rsid w:val="005B3274"/>
    <w:rsid w:val="005D772F"/>
    <w:rsid w:val="00607897"/>
    <w:rsid w:val="00614667"/>
    <w:rsid w:val="006346A6"/>
    <w:rsid w:val="00642F63"/>
    <w:rsid w:val="0065116A"/>
    <w:rsid w:val="006533B2"/>
    <w:rsid w:val="00655260"/>
    <w:rsid w:val="00682B98"/>
    <w:rsid w:val="006A2B3A"/>
    <w:rsid w:val="006A552A"/>
    <w:rsid w:val="006A61EF"/>
    <w:rsid w:val="006B5392"/>
    <w:rsid w:val="006C2AD0"/>
    <w:rsid w:val="006D43B7"/>
    <w:rsid w:val="006D6B45"/>
    <w:rsid w:val="006E4DE7"/>
    <w:rsid w:val="006E7927"/>
    <w:rsid w:val="006F1810"/>
    <w:rsid w:val="00705C06"/>
    <w:rsid w:val="00717DBD"/>
    <w:rsid w:val="00737181"/>
    <w:rsid w:val="007374B4"/>
    <w:rsid w:val="007405E5"/>
    <w:rsid w:val="00745254"/>
    <w:rsid w:val="00745BBD"/>
    <w:rsid w:val="007539CE"/>
    <w:rsid w:val="007601A7"/>
    <w:rsid w:val="00766E6F"/>
    <w:rsid w:val="007767EA"/>
    <w:rsid w:val="00784D15"/>
    <w:rsid w:val="00791B0F"/>
    <w:rsid w:val="00795F98"/>
    <w:rsid w:val="007A049F"/>
    <w:rsid w:val="007A6594"/>
    <w:rsid w:val="007E1D17"/>
    <w:rsid w:val="00806E20"/>
    <w:rsid w:val="008070C7"/>
    <w:rsid w:val="00812CCF"/>
    <w:rsid w:val="00826418"/>
    <w:rsid w:val="00834E2E"/>
    <w:rsid w:val="00835E0D"/>
    <w:rsid w:val="0084071A"/>
    <w:rsid w:val="008439A5"/>
    <w:rsid w:val="0084687E"/>
    <w:rsid w:val="0085159B"/>
    <w:rsid w:val="008572B7"/>
    <w:rsid w:val="008A1301"/>
    <w:rsid w:val="008C4A4E"/>
    <w:rsid w:val="008D228D"/>
    <w:rsid w:val="008D2CE6"/>
    <w:rsid w:val="008D53B4"/>
    <w:rsid w:val="008E15BF"/>
    <w:rsid w:val="008F605B"/>
    <w:rsid w:val="009006C8"/>
    <w:rsid w:val="0093366D"/>
    <w:rsid w:val="009427AA"/>
    <w:rsid w:val="009531DE"/>
    <w:rsid w:val="00966AA6"/>
    <w:rsid w:val="00970637"/>
    <w:rsid w:val="00970EC4"/>
    <w:rsid w:val="00974754"/>
    <w:rsid w:val="009767AB"/>
    <w:rsid w:val="00991020"/>
    <w:rsid w:val="00991A58"/>
    <w:rsid w:val="009C3954"/>
    <w:rsid w:val="009D3343"/>
    <w:rsid w:val="009D4C02"/>
    <w:rsid w:val="009D5695"/>
    <w:rsid w:val="009F5059"/>
    <w:rsid w:val="00A441F9"/>
    <w:rsid w:val="00A57CBA"/>
    <w:rsid w:val="00A57EA1"/>
    <w:rsid w:val="00A61A48"/>
    <w:rsid w:val="00A62C29"/>
    <w:rsid w:val="00A6509D"/>
    <w:rsid w:val="00A66F32"/>
    <w:rsid w:val="00A70C7B"/>
    <w:rsid w:val="00A74446"/>
    <w:rsid w:val="00AA103C"/>
    <w:rsid w:val="00AA603B"/>
    <w:rsid w:val="00AD45CA"/>
    <w:rsid w:val="00AE3F77"/>
    <w:rsid w:val="00AE6430"/>
    <w:rsid w:val="00AF56D1"/>
    <w:rsid w:val="00B01CFE"/>
    <w:rsid w:val="00B11565"/>
    <w:rsid w:val="00B1277A"/>
    <w:rsid w:val="00B201DE"/>
    <w:rsid w:val="00B22A3E"/>
    <w:rsid w:val="00B23133"/>
    <w:rsid w:val="00B32CC3"/>
    <w:rsid w:val="00B45697"/>
    <w:rsid w:val="00B627BB"/>
    <w:rsid w:val="00B774E1"/>
    <w:rsid w:val="00B837DE"/>
    <w:rsid w:val="00B84B04"/>
    <w:rsid w:val="00BA1E90"/>
    <w:rsid w:val="00BA43FF"/>
    <w:rsid w:val="00BA65A4"/>
    <w:rsid w:val="00BC23FE"/>
    <w:rsid w:val="00BD0A79"/>
    <w:rsid w:val="00BE5CA6"/>
    <w:rsid w:val="00BE7C6D"/>
    <w:rsid w:val="00BF30C2"/>
    <w:rsid w:val="00BF3A0A"/>
    <w:rsid w:val="00C10904"/>
    <w:rsid w:val="00C16105"/>
    <w:rsid w:val="00C378A2"/>
    <w:rsid w:val="00C6311D"/>
    <w:rsid w:val="00C67375"/>
    <w:rsid w:val="00C7572B"/>
    <w:rsid w:val="00C83F02"/>
    <w:rsid w:val="00C849E1"/>
    <w:rsid w:val="00CC3033"/>
    <w:rsid w:val="00CC691E"/>
    <w:rsid w:val="00CC7D2E"/>
    <w:rsid w:val="00CE303F"/>
    <w:rsid w:val="00CE6A75"/>
    <w:rsid w:val="00CE73F8"/>
    <w:rsid w:val="00D02B39"/>
    <w:rsid w:val="00D0593D"/>
    <w:rsid w:val="00D24528"/>
    <w:rsid w:val="00D3787A"/>
    <w:rsid w:val="00D457D0"/>
    <w:rsid w:val="00D50CEF"/>
    <w:rsid w:val="00D848F7"/>
    <w:rsid w:val="00D84B9C"/>
    <w:rsid w:val="00D861C6"/>
    <w:rsid w:val="00D917D8"/>
    <w:rsid w:val="00D92500"/>
    <w:rsid w:val="00D95BB4"/>
    <w:rsid w:val="00DA61C3"/>
    <w:rsid w:val="00DB5005"/>
    <w:rsid w:val="00DC28BB"/>
    <w:rsid w:val="00DD12CA"/>
    <w:rsid w:val="00DD395A"/>
    <w:rsid w:val="00E058D3"/>
    <w:rsid w:val="00E07F5C"/>
    <w:rsid w:val="00E37B7F"/>
    <w:rsid w:val="00E46F99"/>
    <w:rsid w:val="00E55659"/>
    <w:rsid w:val="00E6050D"/>
    <w:rsid w:val="00E8002A"/>
    <w:rsid w:val="00E84801"/>
    <w:rsid w:val="00EA36C7"/>
    <w:rsid w:val="00EA676C"/>
    <w:rsid w:val="00EB6B05"/>
    <w:rsid w:val="00F007FB"/>
    <w:rsid w:val="00F0799A"/>
    <w:rsid w:val="00F10DBF"/>
    <w:rsid w:val="00F129B9"/>
    <w:rsid w:val="00F238C4"/>
    <w:rsid w:val="00F60532"/>
    <w:rsid w:val="00F73B93"/>
    <w:rsid w:val="00F77118"/>
    <w:rsid w:val="00F82EC8"/>
    <w:rsid w:val="00F85CBE"/>
    <w:rsid w:val="00F911D6"/>
    <w:rsid w:val="00F94100"/>
    <w:rsid w:val="00FB0C4F"/>
    <w:rsid w:val="00FC30EE"/>
    <w:rsid w:val="00FC4457"/>
    <w:rsid w:val="00FC70C6"/>
    <w:rsid w:val="00FE5BB1"/>
    <w:rsid w:val="00FF0059"/>
    <w:rsid w:val="00FF5C1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797A2376-6F3B-AD43-B3ED-0CEEB942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9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987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987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martdollar.com/ap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Props1.xml><?xml version="1.0" encoding="utf-8"?>
<ds:datastoreItem xmlns:ds="http://schemas.openxmlformats.org/officeDocument/2006/customXml" ds:itemID="{94CF0D10-5CA3-4908-9673-939B635CA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15EF09-F46C-413F-879C-AF489EBF6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9D675-DBE9-7F4E-8A52-4632ABDC97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C9381C-E983-47BF-93F5-B0ABE84EFC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10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764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14</cp:revision>
  <cp:lastPrinted>2018-08-13T20:00:00Z</cp:lastPrinted>
  <dcterms:created xsi:type="dcterms:W3CDTF">2020-11-24T20:44:00Z</dcterms:created>
  <dcterms:modified xsi:type="dcterms:W3CDTF">2021-11-11T14:50:00Z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