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F51D6" w14:textId="07FA370F" w:rsidR="00044165" w:rsidRPr="00044165" w:rsidRDefault="00044165" w:rsidP="00044165">
      <w:pPr>
        <w:pStyle w:val="Body"/>
        <w:spacing w:after="120" w:line="312" w:lineRule="auto"/>
        <w:rPr>
          <w:b/>
          <w:bCs/>
          <w:color w:val="262626" w:themeColor="text1" w:themeTint="D9"/>
          <w:sz w:val="24"/>
          <w:szCs w:val="24"/>
        </w:rPr>
      </w:pPr>
      <w:r w:rsidRPr="00044165">
        <w:rPr>
          <w:b/>
          <w:bCs/>
          <w:color w:val="262626" w:themeColor="text1" w:themeTint="D9"/>
          <w:sz w:val="24"/>
          <w:szCs w:val="24"/>
        </w:rPr>
        <w:t xml:space="preserve">Subject: </w:t>
      </w:r>
      <w:r w:rsidRPr="00044165">
        <w:rPr>
          <w:b/>
          <w:bCs/>
          <w:color w:val="262626" w:themeColor="text1" w:themeTint="D9"/>
          <w:sz w:val="24"/>
          <w:szCs w:val="24"/>
        </w:rPr>
        <w:t>Is Student Loan Debt Holding You Back?</w:t>
      </w:r>
    </w:p>
    <w:p w14:paraId="0A1C306D" w14:textId="77777777" w:rsidR="00044165" w:rsidRDefault="00044165" w:rsidP="00D5778C">
      <w:pPr>
        <w:pStyle w:val="Body"/>
        <w:spacing w:after="120" w:line="312" w:lineRule="auto"/>
        <w:jc w:val="center"/>
        <w:rPr>
          <w:b/>
          <w:bCs/>
          <w:color w:val="262626" w:themeColor="text1" w:themeTint="D9"/>
          <w:sz w:val="38"/>
          <w:szCs w:val="38"/>
        </w:rPr>
      </w:pPr>
    </w:p>
    <w:p w14:paraId="542FED21" w14:textId="7B532780" w:rsidR="00D5778C" w:rsidRPr="008200A9" w:rsidRDefault="00D5778C" w:rsidP="00044165">
      <w:pPr>
        <w:pStyle w:val="Body"/>
        <w:spacing w:after="120" w:line="312" w:lineRule="auto"/>
        <w:rPr>
          <w:b/>
          <w:bCs/>
          <w:color w:val="262626" w:themeColor="text1" w:themeTint="D9"/>
          <w:sz w:val="38"/>
          <w:szCs w:val="38"/>
        </w:rPr>
      </w:pPr>
      <w:r>
        <w:rPr>
          <w:b/>
          <w:bCs/>
          <w:color w:val="262626" w:themeColor="text1" w:themeTint="D9"/>
          <w:sz w:val="38"/>
          <w:szCs w:val="38"/>
        </w:rPr>
        <w:t>Is Student Loan Debt Holding You Back?</w:t>
      </w:r>
    </w:p>
    <w:p w14:paraId="686582BA" w14:textId="4DA8EE0B" w:rsidR="006667C1" w:rsidRPr="006667C1" w:rsidRDefault="00D5778C" w:rsidP="00D5778C">
      <w:pPr>
        <w:tabs>
          <w:tab w:val="left" w:pos="6778"/>
        </w:tabs>
      </w:pPr>
      <w:r>
        <w:rPr>
          <w:rFonts w:ascii="Arial" w:eastAsia="Times New Roman" w:hAnsi="Arial" w:cs="Arial"/>
          <w:color w:val="000000" w:themeColor="text1"/>
          <w:sz w:val="24"/>
          <w:szCs w:val="32"/>
        </w:rPr>
        <w:t xml:space="preserve">Going to College was your initiative to build a future for yourself, but your student loan debt is still holding you back! We have a student loan debt crisis right here in America. Forty-four million people are paying off $1.6 TRILLION in student loan debt! That’s crazy talk! Anthony ONeal addresses this in a </w:t>
      </w:r>
      <w:hyperlink r:id="rId9" w:history="1">
        <w:r w:rsidRPr="00813F89">
          <w:rPr>
            <w:rStyle w:val="Hyperlink"/>
            <w:rFonts w:ascii="Arial" w:eastAsia="Times New Roman" w:hAnsi="Arial" w:cs="Arial"/>
            <w:sz w:val="24"/>
            <w:szCs w:val="32"/>
          </w:rPr>
          <w:t>Deep Dive video</w:t>
        </w:r>
      </w:hyperlink>
      <w:r>
        <w:rPr>
          <w:rFonts w:ascii="Arial" w:eastAsia="Times New Roman" w:hAnsi="Arial" w:cs="Arial"/>
          <w:color w:val="000000" w:themeColor="text1"/>
          <w:sz w:val="24"/>
          <w:szCs w:val="32"/>
        </w:rPr>
        <w:t xml:space="preserve">. Don’t have an account yet? It’s FREE to join! </w:t>
      </w:r>
      <w:commentRangeStart w:id="0"/>
      <w:r>
        <w:rPr>
          <w:rFonts w:ascii="Arial" w:eastAsia="Times New Roman" w:hAnsi="Arial" w:cs="Arial"/>
          <w:color w:val="000000" w:themeColor="text1"/>
          <w:sz w:val="24"/>
          <w:szCs w:val="32"/>
        </w:rPr>
        <w:t>Get started here!</w:t>
      </w:r>
      <w:commentRangeEnd w:id="0"/>
      <w:r w:rsidR="00044165">
        <w:rPr>
          <w:rStyle w:val="CommentReference"/>
        </w:rPr>
        <w:commentReference w:id="0"/>
      </w:r>
    </w:p>
    <w:sectPr w:rsidR="006667C1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Jes Mulder" w:date="2021-04-29T11:12:00Z" w:initials="JM">
    <w:p w14:paraId="31914CA1" w14:textId="449435FA" w:rsidR="00044165" w:rsidRDefault="00044165">
      <w:pPr>
        <w:pStyle w:val="CommentText"/>
      </w:pPr>
      <w:r>
        <w:rPr>
          <w:rStyle w:val="CommentReference"/>
        </w:rPr>
        <w:annotationRef/>
      </w:r>
      <w:r>
        <w:t xml:space="preserve">Hyperlink your enrollment </w:t>
      </w:r>
      <w:proofErr w:type="spellStart"/>
      <w:r w:rsidR="00582A81">
        <w:t>url</w:t>
      </w:r>
      <w:proofErr w:type="spellEnd"/>
      <w:r w:rsidR="00582A81">
        <w:t xml:space="preserve"> here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914CA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51301" w16cex:dateUtc="2021-04-29T16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914CA1" w16cid:durableId="2435130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16B6F"/>
    <w:multiLevelType w:val="hybridMultilevel"/>
    <w:tmpl w:val="7FBE4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4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s Mulder">
    <w15:presenceInfo w15:providerId="AD" w15:userId="S::jes.mulder@daveramsey.com::db24599f-1603-4338-a7cf-2c19a422e5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6E81"/>
    <w:rsid w:val="00007B02"/>
    <w:rsid w:val="0002462C"/>
    <w:rsid w:val="00035DA3"/>
    <w:rsid w:val="0004171D"/>
    <w:rsid w:val="00044165"/>
    <w:rsid w:val="00053945"/>
    <w:rsid w:val="000541C3"/>
    <w:rsid w:val="00056B69"/>
    <w:rsid w:val="00064881"/>
    <w:rsid w:val="00067566"/>
    <w:rsid w:val="000714D6"/>
    <w:rsid w:val="000745EB"/>
    <w:rsid w:val="00081CFA"/>
    <w:rsid w:val="0008435F"/>
    <w:rsid w:val="000A7369"/>
    <w:rsid w:val="000B28CC"/>
    <w:rsid w:val="000C3FA7"/>
    <w:rsid w:val="000D257C"/>
    <w:rsid w:val="000F27BB"/>
    <w:rsid w:val="000F325C"/>
    <w:rsid w:val="000F6731"/>
    <w:rsid w:val="00153873"/>
    <w:rsid w:val="00157825"/>
    <w:rsid w:val="00166974"/>
    <w:rsid w:val="00175B87"/>
    <w:rsid w:val="00192921"/>
    <w:rsid w:val="001B20DA"/>
    <w:rsid w:val="001D46FC"/>
    <w:rsid w:val="001D48DB"/>
    <w:rsid w:val="001D6BCD"/>
    <w:rsid w:val="001E68FB"/>
    <w:rsid w:val="001F0387"/>
    <w:rsid w:val="001F1A1A"/>
    <w:rsid w:val="001F380A"/>
    <w:rsid w:val="002001D2"/>
    <w:rsid w:val="00215DB1"/>
    <w:rsid w:val="00220424"/>
    <w:rsid w:val="00223F12"/>
    <w:rsid w:val="002259E6"/>
    <w:rsid w:val="00231EAA"/>
    <w:rsid w:val="002404D7"/>
    <w:rsid w:val="002540BA"/>
    <w:rsid w:val="00284B14"/>
    <w:rsid w:val="00285CD3"/>
    <w:rsid w:val="002951E2"/>
    <w:rsid w:val="002A5D11"/>
    <w:rsid w:val="002A6E37"/>
    <w:rsid w:val="002B2325"/>
    <w:rsid w:val="002B398D"/>
    <w:rsid w:val="002B6388"/>
    <w:rsid w:val="002C0CD8"/>
    <w:rsid w:val="002C1917"/>
    <w:rsid w:val="002C37EF"/>
    <w:rsid w:val="002C3B46"/>
    <w:rsid w:val="002C6125"/>
    <w:rsid w:val="002C6B66"/>
    <w:rsid w:val="002C72D8"/>
    <w:rsid w:val="002D70E0"/>
    <w:rsid w:val="002E7753"/>
    <w:rsid w:val="002F3E95"/>
    <w:rsid w:val="002F729B"/>
    <w:rsid w:val="00321816"/>
    <w:rsid w:val="003379BB"/>
    <w:rsid w:val="00337E04"/>
    <w:rsid w:val="003427F2"/>
    <w:rsid w:val="0034504A"/>
    <w:rsid w:val="00346FB2"/>
    <w:rsid w:val="003525EB"/>
    <w:rsid w:val="00356121"/>
    <w:rsid w:val="00362C37"/>
    <w:rsid w:val="0037103E"/>
    <w:rsid w:val="00372E81"/>
    <w:rsid w:val="003756E4"/>
    <w:rsid w:val="0037743F"/>
    <w:rsid w:val="003C02AB"/>
    <w:rsid w:val="003C4153"/>
    <w:rsid w:val="003C7DFB"/>
    <w:rsid w:val="003D70A4"/>
    <w:rsid w:val="003D7A70"/>
    <w:rsid w:val="003E1CF8"/>
    <w:rsid w:val="003E2B1A"/>
    <w:rsid w:val="003E6ECF"/>
    <w:rsid w:val="003F06CF"/>
    <w:rsid w:val="003F1B04"/>
    <w:rsid w:val="003F2B61"/>
    <w:rsid w:val="003F4C03"/>
    <w:rsid w:val="003F5811"/>
    <w:rsid w:val="003F7946"/>
    <w:rsid w:val="00400B13"/>
    <w:rsid w:val="004022F4"/>
    <w:rsid w:val="00432DE1"/>
    <w:rsid w:val="00444A1C"/>
    <w:rsid w:val="00454307"/>
    <w:rsid w:val="0045648A"/>
    <w:rsid w:val="004567AB"/>
    <w:rsid w:val="00462F6D"/>
    <w:rsid w:val="004665DD"/>
    <w:rsid w:val="0047169E"/>
    <w:rsid w:val="0048370D"/>
    <w:rsid w:val="0048689B"/>
    <w:rsid w:val="004A5A5A"/>
    <w:rsid w:val="004A6CBC"/>
    <w:rsid w:val="004B72B1"/>
    <w:rsid w:val="004B7C9E"/>
    <w:rsid w:val="004D2F5F"/>
    <w:rsid w:val="004E2350"/>
    <w:rsid w:val="004E2A13"/>
    <w:rsid w:val="004E7E45"/>
    <w:rsid w:val="004F0B6D"/>
    <w:rsid w:val="004F1619"/>
    <w:rsid w:val="005011DE"/>
    <w:rsid w:val="00505B07"/>
    <w:rsid w:val="0050687D"/>
    <w:rsid w:val="00507849"/>
    <w:rsid w:val="00516056"/>
    <w:rsid w:val="00521633"/>
    <w:rsid w:val="005333DB"/>
    <w:rsid w:val="00533F6C"/>
    <w:rsid w:val="00534483"/>
    <w:rsid w:val="00535918"/>
    <w:rsid w:val="0054533B"/>
    <w:rsid w:val="0054660C"/>
    <w:rsid w:val="005522A9"/>
    <w:rsid w:val="00554BE2"/>
    <w:rsid w:val="00582A81"/>
    <w:rsid w:val="00591809"/>
    <w:rsid w:val="00592533"/>
    <w:rsid w:val="00592960"/>
    <w:rsid w:val="005A3EC8"/>
    <w:rsid w:val="005A4CEF"/>
    <w:rsid w:val="005B112E"/>
    <w:rsid w:val="005B3274"/>
    <w:rsid w:val="005C52DD"/>
    <w:rsid w:val="005D772F"/>
    <w:rsid w:val="005D7D74"/>
    <w:rsid w:val="005E4691"/>
    <w:rsid w:val="005F3B12"/>
    <w:rsid w:val="00607897"/>
    <w:rsid w:val="00614667"/>
    <w:rsid w:val="00622192"/>
    <w:rsid w:val="00626FA5"/>
    <w:rsid w:val="006346A6"/>
    <w:rsid w:val="00642F63"/>
    <w:rsid w:val="0065116A"/>
    <w:rsid w:val="0065208E"/>
    <w:rsid w:val="006533B2"/>
    <w:rsid w:val="00655260"/>
    <w:rsid w:val="006667C1"/>
    <w:rsid w:val="00671819"/>
    <w:rsid w:val="00682B98"/>
    <w:rsid w:val="00685523"/>
    <w:rsid w:val="006A2B3A"/>
    <w:rsid w:val="006A552A"/>
    <w:rsid w:val="006B5392"/>
    <w:rsid w:val="006C2AD0"/>
    <w:rsid w:val="006D0F0A"/>
    <w:rsid w:val="006D6B45"/>
    <w:rsid w:val="006E4DE7"/>
    <w:rsid w:val="006E7927"/>
    <w:rsid w:val="006F2404"/>
    <w:rsid w:val="006F2D79"/>
    <w:rsid w:val="00703A77"/>
    <w:rsid w:val="00705C06"/>
    <w:rsid w:val="00717DBD"/>
    <w:rsid w:val="00737181"/>
    <w:rsid w:val="007374B4"/>
    <w:rsid w:val="007405E5"/>
    <w:rsid w:val="00745254"/>
    <w:rsid w:val="00745BBD"/>
    <w:rsid w:val="007539CE"/>
    <w:rsid w:val="007604DF"/>
    <w:rsid w:val="00766E6F"/>
    <w:rsid w:val="007710F9"/>
    <w:rsid w:val="007767EA"/>
    <w:rsid w:val="00784D15"/>
    <w:rsid w:val="0078711F"/>
    <w:rsid w:val="00791B0F"/>
    <w:rsid w:val="00792491"/>
    <w:rsid w:val="007948D1"/>
    <w:rsid w:val="00795F98"/>
    <w:rsid w:val="007A049F"/>
    <w:rsid w:val="007A6594"/>
    <w:rsid w:val="007D4DCB"/>
    <w:rsid w:val="007E1D17"/>
    <w:rsid w:val="007E2A0F"/>
    <w:rsid w:val="007F75A5"/>
    <w:rsid w:val="008070C7"/>
    <w:rsid w:val="00812CCF"/>
    <w:rsid w:val="00813F89"/>
    <w:rsid w:val="00815444"/>
    <w:rsid w:val="008200A9"/>
    <w:rsid w:val="00826418"/>
    <w:rsid w:val="00834E2E"/>
    <w:rsid w:val="00835E0D"/>
    <w:rsid w:val="0084071A"/>
    <w:rsid w:val="008439A5"/>
    <w:rsid w:val="008513A8"/>
    <w:rsid w:val="0085159B"/>
    <w:rsid w:val="00854159"/>
    <w:rsid w:val="008572B7"/>
    <w:rsid w:val="008A0D07"/>
    <w:rsid w:val="008A1301"/>
    <w:rsid w:val="008A5544"/>
    <w:rsid w:val="008A672E"/>
    <w:rsid w:val="008C4A4E"/>
    <w:rsid w:val="008C71AA"/>
    <w:rsid w:val="008D228D"/>
    <w:rsid w:val="008D2CE6"/>
    <w:rsid w:val="008D53B4"/>
    <w:rsid w:val="008D634D"/>
    <w:rsid w:val="008E15BF"/>
    <w:rsid w:val="008F605B"/>
    <w:rsid w:val="009006C8"/>
    <w:rsid w:val="00901D03"/>
    <w:rsid w:val="00902087"/>
    <w:rsid w:val="00922346"/>
    <w:rsid w:val="00930ECB"/>
    <w:rsid w:val="0093366D"/>
    <w:rsid w:val="009427AA"/>
    <w:rsid w:val="00944980"/>
    <w:rsid w:val="009531DE"/>
    <w:rsid w:val="00966AA6"/>
    <w:rsid w:val="00970EC4"/>
    <w:rsid w:val="00974754"/>
    <w:rsid w:val="009767AB"/>
    <w:rsid w:val="009819BF"/>
    <w:rsid w:val="00991020"/>
    <w:rsid w:val="00991A58"/>
    <w:rsid w:val="009A3556"/>
    <w:rsid w:val="009B2AD8"/>
    <w:rsid w:val="009C3954"/>
    <w:rsid w:val="009D3343"/>
    <w:rsid w:val="009D4C02"/>
    <w:rsid w:val="009D5695"/>
    <w:rsid w:val="009F5059"/>
    <w:rsid w:val="00A016F5"/>
    <w:rsid w:val="00A441F9"/>
    <w:rsid w:val="00A57970"/>
    <w:rsid w:val="00A57CBA"/>
    <w:rsid w:val="00A57EA1"/>
    <w:rsid w:val="00A61A48"/>
    <w:rsid w:val="00A62C29"/>
    <w:rsid w:val="00A66F32"/>
    <w:rsid w:val="00A70C7B"/>
    <w:rsid w:val="00AA603B"/>
    <w:rsid w:val="00AD45CA"/>
    <w:rsid w:val="00AD5A7C"/>
    <w:rsid w:val="00AE3F77"/>
    <w:rsid w:val="00AE6430"/>
    <w:rsid w:val="00AE760B"/>
    <w:rsid w:val="00AF03C9"/>
    <w:rsid w:val="00AF2ED1"/>
    <w:rsid w:val="00AF56D1"/>
    <w:rsid w:val="00AF6692"/>
    <w:rsid w:val="00B01CFE"/>
    <w:rsid w:val="00B078D9"/>
    <w:rsid w:val="00B11565"/>
    <w:rsid w:val="00B1277A"/>
    <w:rsid w:val="00B201DE"/>
    <w:rsid w:val="00B23133"/>
    <w:rsid w:val="00B32CC3"/>
    <w:rsid w:val="00B45697"/>
    <w:rsid w:val="00B627BB"/>
    <w:rsid w:val="00B67BC5"/>
    <w:rsid w:val="00B71144"/>
    <w:rsid w:val="00B735E6"/>
    <w:rsid w:val="00B76FE6"/>
    <w:rsid w:val="00B774E1"/>
    <w:rsid w:val="00B837DE"/>
    <w:rsid w:val="00B84B04"/>
    <w:rsid w:val="00B87967"/>
    <w:rsid w:val="00B90B6D"/>
    <w:rsid w:val="00BA1E90"/>
    <w:rsid w:val="00BA43FF"/>
    <w:rsid w:val="00BA65A4"/>
    <w:rsid w:val="00BC190A"/>
    <w:rsid w:val="00BC23FE"/>
    <w:rsid w:val="00BD0A79"/>
    <w:rsid w:val="00BD3A25"/>
    <w:rsid w:val="00BE5CA6"/>
    <w:rsid w:val="00BE67FD"/>
    <w:rsid w:val="00BE7C6D"/>
    <w:rsid w:val="00BF30C2"/>
    <w:rsid w:val="00BF3A0A"/>
    <w:rsid w:val="00BF68DE"/>
    <w:rsid w:val="00C10904"/>
    <w:rsid w:val="00C16AD7"/>
    <w:rsid w:val="00C375E9"/>
    <w:rsid w:val="00C378A2"/>
    <w:rsid w:val="00C502AD"/>
    <w:rsid w:val="00C50604"/>
    <w:rsid w:val="00C55A52"/>
    <w:rsid w:val="00C6311D"/>
    <w:rsid w:val="00C67375"/>
    <w:rsid w:val="00C7572B"/>
    <w:rsid w:val="00C84354"/>
    <w:rsid w:val="00C849E1"/>
    <w:rsid w:val="00CC0B41"/>
    <w:rsid w:val="00CC3033"/>
    <w:rsid w:val="00CC5688"/>
    <w:rsid w:val="00CC691E"/>
    <w:rsid w:val="00CC7D2E"/>
    <w:rsid w:val="00CE6A75"/>
    <w:rsid w:val="00CE73F8"/>
    <w:rsid w:val="00D02B39"/>
    <w:rsid w:val="00D0593D"/>
    <w:rsid w:val="00D11CA8"/>
    <w:rsid w:val="00D24528"/>
    <w:rsid w:val="00D323CE"/>
    <w:rsid w:val="00D33AA6"/>
    <w:rsid w:val="00D3775C"/>
    <w:rsid w:val="00D3787A"/>
    <w:rsid w:val="00D417B5"/>
    <w:rsid w:val="00D457D0"/>
    <w:rsid w:val="00D50CEF"/>
    <w:rsid w:val="00D5778C"/>
    <w:rsid w:val="00D626A1"/>
    <w:rsid w:val="00D62C05"/>
    <w:rsid w:val="00D848F7"/>
    <w:rsid w:val="00D861C6"/>
    <w:rsid w:val="00D917D8"/>
    <w:rsid w:val="00D92500"/>
    <w:rsid w:val="00D95BB4"/>
    <w:rsid w:val="00DA532A"/>
    <w:rsid w:val="00DA61C3"/>
    <w:rsid w:val="00DA7C14"/>
    <w:rsid w:val="00DB5005"/>
    <w:rsid w:val="00DB72C7"/>
    <w:rsid w:val="00DC28BB"/>
    <w:rsid w:val="00DD1260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53E22"/>
    <w:rsid w:val="00E6050D"/>
    <w:rsid w:val="00E632F2"/>
    <w:rsid w:val="00E74E9A"/>
    <w:rsid w:val="00E8002A"/>
    <w:rsid w:val="00E84801"/>
    <w:rsid w:val="00EA36C7"/>
    <w:rsid w:val="00EA676C"/>
    <w:rsid w:val="00EA6A79"/>
    <w:rsid w:val="00EB6B05"/>
    <w:rsid w:val="00EF5706"/>
    <w:rsid w:val="00EF7AA3"/>
    <w:rsid w:val="00F007FB"/>
    <w:rsid w:val="00F0799A"/>
    <w:rsid w:val="00F10DBF"/>
    <w:rsid w:val="00F131D6"/>
    <w:rsid w:val="00F22EDF"/>
    <w:rsid w:val="00F238C4"/>
    <w:rsid w:val="00F24B26"/>
    <w:rsid w:val="00F35CF3"/>
    <w:rsid w:val="00F46191"/>
    <w:rsid w:val="00F60532"/>
    <w:rsid w:val="00F77118"/>
    <w:rsid w:val="00F82FF5"/>
    <w:rsid w:val="00F85CBE"/>
    <w:rsid w:val="00F911D6"/>
    <w:rsid w:val="00F93489"/>
    <w:rsid w:val="00F94100"/>
    <w:rsid w:val="00F95332"/>
    <w:rsid w:val="00FA44A5"/>
    <w:rsid w:val="00FB0C4F"/>
    <w:rsid w:val="00FC30EE"/>
    <w:rsid w:val="00FC4457"/>
    <w:rsid w:val="00FC70C6"/>
    <w:rsid w:val="00FD7AE6"/>
    <w:rsid w:val="00FE44A5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hyperlink" Target="https://click.e.smartdollar.com/?qs=4c00af740491d518a8a60f3c1201e2dba2d8ca6dcbbe4b5530d96376a8608eb91f01dc81808612d5fe7b35f9c8657acf0a28de38ab6455e2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7" ma:contentTypeDescription="Create a new document." ma:contentTypeScope="" ma:versionID="f415e564ba95aa8f2dbfab5842eb0861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beb383aaf6dbc2c025526a49a1c89d23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F6EF7E-CFF1-D646-AC9A-A922412D89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487DA-36D1-448F-808B-C04C8390D9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5DF1E698-773E-4956-A42D-34ABF75EC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A01D9B-B57B-4D6C-AC56-60BBB76BD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646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8</cp:revision>
  <cp:lastPrinted>2018-08-13T20:00:00Z</cp:lastPrinted>
  <dcterms:created xsi:type="dcterms:W3CDTF">2021-04-29T16:08:00Z</dcterms:created>
  <dcterms:modified xsi:type="dcterms:W3CDTF">2021-04-29T16:12:00Z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