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86582BA" w14:textId="40A1392C" w:rsidR="006667C1" w:rsidRPr="006E1F5A" w:rsidRDefault="006667C1" w:rsidP="006667C1">
      <w:pPr>
        <w:tabs>
          <w:tab w:val="left" w:pos="6778"/>
        </w:tabs>
        <w:rPr>
          <w:rFonts w:asciiTheme="majorHAnsi" w:hAnsiTheme="majorHAnsi" w:cstheme="majorHAnsi"/>
          <w:color w:val="000000" w:themeColor="text1"/>
          <w:sz w:val="24"/>
        </w:rPr>
      </w:pPr>
    </w:p>
    <w:p w14:paraId="76D34F8C" w14:textId="4005DDD8" w:rsidR="004D3F91" w:rsidRPr="006E1F5A" w:rsidRDefault="004D3F91" w:rsidP="006667C1">
      <w:pPr>
        <w:tabs>
          <w:tab w:val="left" w:pos="6778"/>
        </w:tabs>
        <w:rPr>
          <w:rFonts w:asciiTheme="majorHAnsi" w:eastAsia="Times New Roman" w:hAnsiTheme="majorHAnsi" w:cstheme="majorHAnsi"/>
          <w:color w:val="000000" w:themeColor="text1"/>
          <w:sz w:val="24"/>
        </w:rPr>
      </w:pPr>
      <w:r w:rsidRPr="006E1F5A">
        <w:rPr>
          <w:rFonts w:asciiTheme="majorHAnsi" w:eastAsia="Times New Roman" w:hAnsiTheme="majorHAnsi" w:cstheme="majorHAnsi"/>
          <w:color w:val="000000" w:themeColor="text1"/>
          <w:sz w:val="24"/>
        </w:rPr>
        <w:t>&lt;</w:t>
      </w:r>
      <w:commentRangeStart w:id="0"/>
      <w:r w:rsidRPr="006E1F5A">
        <w:rPr>
          <w:rFonts w:asciiTheme="majorHAnsi" w:eastAsia="Times New Roman" w:hAnsiTheme="majorHAnsi" w:cstheme="majorHAnsi"/>
          <w:color w:val="000000" w:themeColor="text1"/>
          <w:sz w:val="24"/>
        </w:rPr>
        <w:t>Company Name</w:t>
      </w:r>
      <w:commentRangeEnd w:id="0"/>
      <w:r w:rsidRPr="006E1F5A">
        <w:rPr>
          <w:rStyle w:val="CommentReference"/>
          <w:rFonts w:asciiTheme="majorHAnsi" w:hAnsiTheme="majorHAnsi" w:cstheme="majorHAnsi"/>
          <w:color w:val="000000" w:themeColor="text1"/>
          <w:sz w:val="24"/>
          <w:szCs w:val="24"/>
        </w:rPr>
        <w:commentReference w:id="0"/>
      </w:r>
      <w:r w:rsidRPr="006E1F5A">
        <w:rPr>
          <w:rFonts w:asciiTheme="majorHAnsi" w:eastAsia="Times New Roman" w:hAnsiTheme="majorHAnsi" w:cstheme="majorHAnsi"/>
          <w:color w:val="000000" w:themeColor="text1"/>
          <w:sz w:val="24"/>
        </w:rPr>
        <w:t>&gt; employees have taken control of their money.</w:t>
      </w:r>
    </w:p>
    <w:p w14:paraId="3C1C6DFA" w14:textId="29B3E6BD" w:rsidR="004D3F91" w:rsidRPr="006E1F5A" w:rsidRDefault="004D3F91" w:rsidP="006667C1">
      <w:pPr>
        <w:tabs>
          <w:tab w:val="left" w:pos="6778"/>
        </w:tabs>
        <w:rPr>
          <w:rFonts w:asciiTheme="majorHAnsi" w:eastAsia="Times New Roman" w:hAnsiTheme="majorHAnsi" w:cstheme="majorHAnsi"/>
          <w:color w:val="000000" w:themeColor="text1"/>
          <w:sz w:val="24"/>
        </w:rPr>
      </w:pPr>
    </w:p>
    <w:p w14:paraId="07FDBC50" w14:textId="33EFAB4F" w:rsidR="004D3F91" w:rsidRPr="006E1F5A" w:rsidRDefault="0091465D" w:rsidP="004D3F91">
      <w:pPr>
        <w:pStyle w:val="Body"/>
        <w:spacing w:line="240" w:lineRule="auto"/>
        <w:rPr>
          <w:rFonts w:asciiTheme="majorHAnsi" w:eastAsia="Times New Roman" w:hAnsiTheme="majorHAnsi" w:cstheme="majorHAnsi"/>
          <w:color w:val="000000" w:themeColor="text1"/>
          <w:sz w:val="24"/>
          <w:szCs w:val="24"/>
        </w:rPr>
      </w:pPr>
      <w:r>
        <w:rPr>
          <w:rFonts w:asciiTheme="majorHAnsi" w:eastAsia="Times New Roman" w:hAnsiTheme="majorHAnsi" w:cstheme="majorHAnsi"/>
          <w:color w:val="000000" w:themeColor="text1"/>
          <w:sz w:val="24"/>
          <w:szCs w:val="24"/>
        </w:rPr>
        <w:t>$</w:t>
      </w:r>
      <w:commentRangeStart w:id="1"/>
      <w:r w:rsidR="004D3F91" w:rsidRPr="006E1F5A">
        <w:rPr>
          <w:rFonts w:asciiTheme="majorHAnsi" w:eastAsia="Times New Roman" w:hAnsiTheme="majorHAnsi" w:cstheme="majorHAnsi"/>
          <w:color w:val="000000" w:themeColor="text1"/>
          <w:sz w:val="24"/>
          <w:szCs w:val="24"/>
        </w:rPr>
        <w:t>999,999</w:t>
      </w:r>
      <w:commentRangeEnd w:id="1"/>
      <w:r w:rsidR="004D3F91" w:rsidRPr="006E1F5A">
        <w:rPr>
          <w:rStyle w:val="CommentReference"/>
          <w:rFonts w:asciiTheme="majorHAnsi" w:hAnsiTheme="majorHAnsi" w:cstheme="majorHAnsi"/>
          <w:color w:val="000000" w:themeColor="text1"/>
          <w:sz w:val="24"/>
          <w:szCs w:val="24"/>
        </w:rPr>
        <w:commentReference w:id="1"/>
      </w:r>
      <w:r w:rsidR="004D3F91" w:rsidRPr="006E1F5A">
        <w:rPr>
          <w:rFonts w:asciiTheme="majorHAnsi" w:eastAsia="Times New Roman" w:hAnsiTheme="majorHAnsi" w:cstheme="majorHAnsi"/>
          <w:color w:val="000000" w:themeColor="text1"/>
          <w:sz w:val="24"/>
          <w:szCs w:val="24"/>
        </w:rPr>
        <w:t xml:space="preserve"> of Debt Paid and Dollars Saved.</w:t>
      </w:r>
    </w:p>
    <w:p w14:paraId="75A7AF1B" w14:textId="3CF5A5D4" w:rsidR="004D3F91" w:rsidRPr="006E1F5A" w:rsidRDefault="004D3F91" w:rsidP="006667C1">
      <w:pPr>
        <w:tabs>
          <w:tab w:val="left" w:pos="6778"/>
        </w:tabs>
        <w:rPr>
          <w:rFonts w:asciiTheme="majorHAnsi" w:eastAsia="Times New Roman" w:hAnsiTheme="majorHAnsi" w:cstheme="majorHAnsi"/>
          <w:color w:val="000000" w:themeColor="text1"/>
          <w:sz w:val="24"/>
        </w:rPr>
      </w:pPr>
    </w:p>
    <w:p w14:paraId="474B194E" w14:textId="77777777" w:rsidR="006E1F5A" w:rsidRPr="006E1F5A" w:rsidRDefault="006E1F5A" w:rsidP="006E1F5A">
      <w:pPr>
        <w:pStyle w:val="Body"/>
        <w:spacing w:after="120" w:line="312" w:lineRule="auto"/>
        <w:rPr>
          <w:rFonts w:asciiTheme="majorHAnsi" w:eastAsia="Times New Roman" w:hAnsiTheme="majorHAnsi" w:cstheme="majorHAnsi"/>
          <w:color w:val="000000" w:themeColor="text1"/>
          <w:sz w:val="24"/>
          <w:szCs w:val="24"/>
        </w:rPr>
      </w:pPr>
      <w:r w:rsidRPr="006E1F5A">
        <w:rPr>
          <w:rFonts w:asciiTheme="majorHAnsi" w:eastAsia="Times New Roman" w:hAnsiTheme="majorHAnsi" w:cstheme="majorHAnsi"/>
          <w:color w:val="000000" w:themeColor="text1"/>
          <w:sz w:val="24"/>
          <w:szCs w:val="24"/>
        </w:rPr>
        <w:t>Our team has been working hard at chipping away at debt and building up savings—look how far we’ve come!</w:t>
      </w:r>
    </w:p>
    <w:p w14:paraId="2716A4B9" w14:textId="77777777" w:rsidR="006E1F5A" w:rsidRPr="006E1F5A" w:rsidRDefault="006E1F5A" w:rsidP="006E1F5A">
      <w:pPr>
        <w:pStyle w:val="Body"/>
        <w:spacing w:after="120" w:line="312" w:lineRule="auto"/>
        <w:rPr>
          <w:rFonts w:asciiTheme="majorHAnsi" w:eastAsia="Times New Roman" w:hAnsiTheme="majorHAnsi" w:cstheme="majorHAnsi"/>
          <w:color w:val="000000" w:themeColor="text1"/>
          <w:sz w:val="24"/>
          <w:szCs w:val="24"/>
        </w:rPr>
      </w:pPr>
      <w:r w:rsidRPr="006E1F5A">
        <w:rPr>
          <w:rFonts w:asciiTheme="majorHAnsi" w:eastAsia="Times New Roman" w:hAnsiTheme="majorHAnsi" w:cstheme="majorHAnsi"/>
          <w:color w:val="000000" w:themeColor="text1"/>
          <w:sz w:val="24"/>
          <w:szCs w:val="24"/>
        </w:rPr>
        <w:t>What would life look like for you if you owned everything you had? No house payment, no car payment and forgetting this week is a pay week— because you already have money in the bank to pay the bills! What more could you do with your money if you were receiving interest instead of paying it?</w:t>
      </w:r>
    </w:p>
    <w:p w14:paraId="36E79C25" w14:textId="2ABA0973" w:rsidR="004D3F91" w:rsidRPr="006E1F5A" w:rsidRDefault="006E1F5A" w:rsidP="006E1F5A">
      <w:pPr>
        <w:tabs>
          <w:tab w:val="left" w:pos="6778"/>
        </w:tabs>
        <w:rPr>
          <w:rFonts w:asciiTheme="majorHAnsi" w:eastAsia="Times New Roman" w:hAnsiTheme="majorHAnsi" w:cstheme="majorHAnsi"/>
          <w:color w:val="000000" w:themeColor="text1"/>
          <w:sz w:val="24"/>
        </w:rPr>
      </w:pPr>
      <w:r w:rsidRPr="006E1F5A">
        <w:rPr>
          <w:rFonts w:asciiTheme="majorHAnsi" w:eastAsia="Times New Roman" w:hAnsiTheme="majorHAnsi" w:cstheme="majorHAnsi"/>
          <w:color w:val="000000" w:themeColor="text1"/>
          <w:sz w:val="24"/>
        </w:rPr>
        <w:t xml:space="preserve">SmartDollar is our online financial wellness benefit, packed full of motivating content and tools to help you reach your money goals. It’s working for our team, so what are you waiting for? </w:t>
      </w:r>
      <w:commentRangeStart w:id="2"/>
      <w:r w:rsidRPr="006E1F5A">
        <w:rPr>
          <w:rFonts w:asciiTheme="majorHAnsi" w:eastAsia="Times New Roman" w:hAnsiTheme="majorHAnsi" w:cstheme="majorHAnsi"/>
          <w:color w:val="000000" w:themeColor="text1"/>
          <w:sz w:val="24"/>
        </w:rPr>
        <w:t>Get started today</w:t>
      </w:r>
      <w:commentRangeEnd w:id="2"/>
      <w:r w:rsidRPr="006E1F5A">
        <w:rPr>
          <w:rStyle w:val="CommentReference"/>
          <w:rFonts w:asciiTheme="majorHAnsi" w:hAnsiTheme="majorHAnsi" w:cstheme="majorHAnsi"/>
          <w:color w:val="000000" w:themeColor="text1"/>
          <w:sz w:val="24"/>
          <w:szCs w:val="24"/>
        </w:rPr>
        <w:commentReference w:id="2"/>
      </w:r>
      <w:r w:rsidRPr="006E1F5A">
        <w:rPr>
          <w:rFonts w:asciiTheme="majorHAnsi" w:eastAsia="Times New Roman" w:hAnsiTheme="majorHAnsi" w:cstheme="majorHAnsi"/>
          <w:color w:val="000000" w:themeColor="text1"/>
          <w:sz w:val="24"/>
        </w:rPr>
        <w:t>!</w:t>
      </w:r>
    </w:p>
    <w:p w14:paraId="275A04E5" w14:textId="77777777" w:rsidR="004D3F91" w:rsidRPr="004D3F91" w:rsidRDefault="004D3F91" w:rsidP="006667C1">
      <w:pPr>
        <w:tabs>
          <w:tab w:val="left" w:pos="6778"/>
        </w:tabs>
        <w:rPr>
          <w:sz w:val="24"/>
        </w:rPr>
      </w:pPr>
    </w:p>
    <w:sectPr w:rsidR="004D3F91" w:rsidRPr="004D3F91" w:rsidSect="002D60AE">
      <w:pgSz w:w="12240" w:h="20160"/>
      <w:pgMar w:top="720" w:right="1627" w:bottom="720" w:left="1627" w:header="720" w:footer="720" w:gutter="0"/>
      <w:cols w:space="720"/>
      <w:docGrid w:linePitch="299"/>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comment w:id="0" w:author="Jes Mulder" w:date="2021-07-27T10:36:00Z" w:initials="JM">
    <w:p w14:paraId="28481984" w14:textId="77777777" w:rsidR="004D3F91" w:rsidRDefault="004D3F91" w:rsidP="004D3F91">
      <w:pPr>
        <w:pStyle w:val="CommentText"/>
      </w:pPr>
      <w:r>
        <w:rPr>
          <w:rStyle w:val="CommentReference"/>
        </w:rPr>
        <w:annotationRef/>
      </w:r>
      <w:r>
        <w:t>Replace with your company’s name</w:t>
      </w:r>
    </w:p>
  </w:comment>
  <w:comment w:id="1" w:author="Jes Mulder" w:date="2021-07-27T10:37:00Z" w:initials="JM">
    <w:p w14:paraId="2C2E0635" w14:textId="77777777" w:rsidR="004D3F91" w:rsidRDefault="004D3F91" w:rsidP="004D3F91">
      <w:pPr>
        <w:pStyle w:val="CommentText"/>
      </w:pPr>
      <w:r>
        <w:rPr>
          <w:rStyle w:val="CommentReference"/>
        </w:rPr>
        <w:annotationRef/>
      </w:r>
      <w:r>
        <w:t xml:space="preserve">Update with your Financial Turnaround found in your </w:t>
      </w:r>
      <w:proofErr w:type="spellStart"/>
      <w:r>
        <w:t>SmartCenter</w:t>
      </w:r>
      <w:proofErr w:type="spellEnd"/>
      <w:r>
        <w:t xml:space="preserve"> Reports</w:t>
      </w:r>
    </w:p>
  </w:comment>
  <w:comment w:id="2" w:author="Jes Mulder" w:date="2021-07-27T10:57:00Z" w:initials="JM">
    <w:p w14:paraId="081FAE7D" w14:textId="07F21B69" w:rsidR="006E1F5A" w:rsidRDefault="006E1F5A">
      <w:pPr>
        <w:pStyle w:val="CommentText"/>
      </w:pPr>
      <w:r>
        <w:rPr>
          <w:rStyle w:val="CommentReference"/>
        </w:rPr>
        <w:annotationRef/>
      </w:r>
      <w:r>
        <w:rPr>
          <w:rStyle w:val="CommentReference"/>
        </w:rPr>
        <w:annotationRef/>
      </w:r>
      <w:r>
        <w:t xml:space="preserve">Hyperlink with your Enrollment URL [from </w:t>
      </w:r>
      <w:proofErr w:type="spellStart"/>
      <w:r>
        <w:t>SmartCenter</w:t>
      </w:r>
      <w:proofErr w:type="spellEnd"/>
      <w:r>
        <w:t>]</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28481984" w15:done="0"/>
  <w15:commentEx w15:paraId="2C2E0635" w15:done="0"/>
  <w15:commentEx w15:paraId="081FAE7D"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4AA6021" w16cex:dateUtc="2021-07-27T15:36:00Z"/>
  <w16cex:commentExtensible w16cex:durableId="24AA605B" w16cex:dateUtc="2021-07-27T15:37:00Z"/>
  <w16cex:commentExtensible w16cex:durableId="24AA6506" w16cex:dateUtc="2021-07-27T15:57: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28481984" w16cid:durableId="24AA6021"/>
  <w16cid:commentId w16cid:paraId="2C2E0635" w16cid:durableId="24AA605B"/>
  <w16cid:commentId w16cid:paraId="081FAE7D" w16cid:durableId="24AA6506"/>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HP Simplified">
    <w:altName w:val="Calibri"/>
    <w:panose1 w:val="020B0604020202020204"/>
    <w:charset w:val="00"/>
    <w:family w:val="auto"/>
    <w:pitch w:val="variable"/>
    <w:sig w:usb0="A00000AF" w:usb1="5000205B" w:usb2="00000000" w:usb3="00000000" w:csb0="00000093"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Lucida Grande">
    <w:altName w:val="Lucida Grande"/>
    <w:panose1 w:val="020B0600040502020204"/>
    <w:charset w:val="00"/>
    <w:family w:val="swiss"/>
    <w:pitch w:val="variable"/>
    <w:sig w:usb0="E1000AEF" w:usb1="5000A1FF" w:usb2="00000000" w:usb3="00000000" w:csb0="000001BF" w:csb1="00000000"/>
  </w:font>
  <w:font w:name="Arial">
    <w:panose1 w:val="020B0604020202020204"/>
    <w:charset w:val="00"/>
    <w:family w:val="swiss"/>
    <w:pitch w:val="variable"/>
    <w:sig w:usb0="E0002AFF" w:usb1="C0007843" w:usb2="00000009" w:usb3="00000000" w:csb0="000001FF" w:csb1="00000000"/>
  </w:font>
  <w:font w:name="MinionPro-Regular">
    <w:altName w:val="Calibri"/>
    <w:panose1 w:val="020B0604020202020204"/>
    <w:charset w:val="4D"/>
    <w:family w:val="auto"/>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392FF4"/>
    <w:multiLevelType w:val="hybridMultilevel"/>
    <w:tmpl w:val="8AA09C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5062DB3"/>
    <w:multiLevelType w:val="hybridMultilevel"/>
    <w:tmpl w:val="F3825CEC"/>
    <w:lvl w:ilvl="0" w:tplc="245EB0AA">
      <w:start w:val="1"/>
      <w:numFmt w:val="decimal"/>
      <w:lvlText w:val="%1."/>
      <w:lvlJc w:val="left"/>
      <w:pPr>
        <w:ind w:left="720" w:hanging="360"/>
      </w:pPr>
      <w:rPr>
        <w:rFonts w:hint="default"/>
        <w:color w:val="333A3D"/>
        <w:sz w:val="26"/>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313D7B"/>
    <w:multiLevelType w:val="multilevel"/>
    <w:tmpl w:val="051073C0"/>
    <w:styleLink w:val="HPBullets"/>
    <w:lvl w:ilvl="0">
      <w:start w:val="1"/>
      <w:numFmt w:val="bullet"/>
      <w:pStyle w:val="BodyBullets"/>
      <w:lvlText w:val=""/>
      <w:lvlJc w:val="left"/>
      <w:pPr>
        <w:tabs>
          <w:tab w:val="num" w:pos="200"/>
        </w:tabs>
        <w:ind w:left="200" w:hanging="200"/>
      </w:pPr>
      <w:rPr>
        <w:rFonts w:ascii="Symbol" w:hAnsi="Symbol" w:hint="default"/>
      </w:rPr>
    </w:lvl>
    <w:lvl w:ilvl="1">
      <w:start w:val="1"/>
      <w:numFmt w:val="bullet"/>
      <w:lvlText w:val="–"/>
      <w:lvlJc w:val="left"/>
      <w:pPr>
        <w:tabs>
          <w:tab w:val="num" w:pos="400"/>
        </w:tabs>
        <w:ind w:left="400" w:hanging="200"/>
      </w:pPr>
      <w:rPr>
        <w:rFonts w:ascii="HP Simplified" w:hAnsi="HP Simplified" w:hint="default"/>
      </w:rPr>
    </w:lvl>
    <w:lvl w:ilvl="2">
      <w:start w:val="1"/>
      <w:numFmt w:val="bullet"/>
      <w:lvlText w:val=""/>
      <w:lvlJc w:val="left"/>
      <w:pPr>
        <w:tabs>
          <w:tab w:val="num" w:pos="600"/>
        </w:tabs>
        <w:ind w:left="600" w:hanging="200"/>
      </w:pPr>
      <w:rPr>
        <w:rFonts w:ascii="Symbol" w:hAnsi="Symbol" w:hint="default"/>
        <w:sz w:val="16"/>
        <w:szCs w:val="16"/>
      </w:rPr>
    </w:lvl>
    <w:lvl w:ilvl="3">
      <w:start w:val="1"/>
      <w:numFmt w:val="bullet"/>
      <w:lvlText w:val="–"/>
      <w:lvlJc w:val="left"/>
      <w:pPr>
        <w:tabs>
          <w:tab w:val="num" w:pos="800"/>
        </w:tabs>
        <w:ind w:left="800" w:hanging="200"/>
      </w:pPr>
      <w:rPr>
        <w:rFonts w:ascii="HP Simplified" w:hAnsi="HP Simplified" w:hint="default"/>
        <w:sz w:val="16"/>
      </w:rPr>
    </w:lvl>
    <w:lvl w:ilvl="4">
      <w:start w:val="1"/>
      <w:numFmt w:val="bullet"/>
      <w:lvlText w:val=""/>
      <w:lvlJc w:val="left"/>
      <w:pPr>
        <w:tabs>
          <w:tab w:val="num" w:pos="1000"/>
        </w:tabs>
        <w:ind w:left="1000" w:hanging="200"/>
      </w:pPr>
      <w:rPr>
        <w:rFonts w:ascii="Symbol" w:hAnsi="Symbol" w:hint="default"/>
        <w:sz w:val="16"/>
      </w:rPr>
    </w:lvl>
    <w:lvl w:ilvl="5">
      <w:start w:val="1"/>
      <w:numFmt w:val="bullet"/>
      <w:lvlText w:val="–"/>
      <w:lvlJc w:val="left"/>
      <w:pPr>
        <w:tabs>
          <w:tab w:val="num" w:pos="1200"/>
        </w:tabs>
        <w:ind w:left="1200" w:hanging="200"/>
      </w:pPr>
      <w:rPr>
        <w:rFonts w:ascii="HP Simplified" w:hAnsi="HP Simplified" w:hint="default"/>
        <w:sz w:val="16"/>
      </w:rPr>
    </w:lvl>
    <w:lvl w:ilvl="6">
      <w:start w:val="1"/>
      <w:numFmt w:val="bullet"/>
      <w:lvlText w:val=""/>
      <w:lvlJc w:val="left"/>
      <w:pPr>
        <w:tabs>
          <w:tab w:val="num" w:pos="1400"/>
        </w:tabs>
        <w:ind w:left="1400" w:hanging="200"/>
      </w:pPr>
      <w:rPr>
        <w:rFonts w:ascii="Symbol" w:hAnsi="Symbol" w:hint="default"/>
        <w:sz w:val="16"/>
      </w:rPr>
    </w:lvl>
    <w:lvl w:ilvl="7">
      <w:start w:val="1"/>
      <w:numFmt w:val="bullet"/>
      <w:lvlText w:val="–"/>
      <w:lvlJc w:val="left"/>
      <w:pPr>
        <w:tabs>
          <w:tab w:val="num" w:pos="1600"/>
        </w:tabs>
        <w:ind w:left="1600" w:hanging="200"/>
      </w:pPr>
      <w:rPr>
        <w:rFonts w:ascii="HP Simplified" w:hAnsi="HP Simplified" w:hint="default"/>
        <w:sz w:val="16"/>
      </w:rPr>
    </w:lvl>
    <w:lvl w:ilvl="8">
      <w:start w:val="1"/>
      <w:numFmt w:val="bullet"/>
      <w:lvlText w:val=""/>
      <w:lvlJc w:val="left"/>
      <w:pPr>
        <w:tabs>
          <w:tab w:val="num" w:pos="1800"/>
        </w:tabs>
        <w:ind w:left="1800" w:hanging="200"/>
      </w:pPr>
      <w:rPr>
        <w:rFonts w:ascii="Symbol" w:hAnsi="Symbol" w:hint="default"/>
        <w:sz w:val="16"/>
      </w:rPr>
    </w:lvl>
  </w:abstractNum>
  <w:abstractNum w:abstractNumId="3" w15:restartNumberingAfterBreak="0">
    <w:nsid w:val="1F5E227D"/>
    <w:multiLevelType w:val="hybridMultilevel"/>
    <w:tmpl w:val="21C87610"/>
    <w:lvl w:ilvl="0" w:tplc="04090011">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30027065"/>
    <w:multiLevelType w:val="hybridMultilevel"/>
    <w:tmpl w:val="6A04AC6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5" w15:restartNumberingAfterBreak="0">
    <w:nsid w:val="745D55EB"/>
    <w:multiLevelType w:val="multilevel"/>
    <w:tmpl w:val="DA28B8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2"/>
  </w:num>
  <w:num w:numId="2">
    <w:abstractNumId w:val="2"/>
  </w:num>
  <w:num w:numId="3">
    <w:abstractNumId w:val="1"/>
  </w:num>
  <w:num w:numId="4">
    <w:abstractNumId w:val="5"/>
  </w:num>
  <w:num w:numId="5">
    <w:abstractNumId w:val="0"/>
  </w:num>
  <w:num w:numId="6">
    <w:abstractNumId w:val="3"/>
  </w:num>
  <w:num w:numId="7">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Jes Mulder">
    <w15:presenceInfo w15:providerId="AD" w15:userId="S::jes.mulder@daveramsey.com::db24599f-1603-4338-a7cf-2c19a422e544"/>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embedSystemFonts/>
  <w:proofState w:spelling="clean" w:grammar="clean"/>
  <w:attachedTemplate r:id="rId1"/>
  <w:defaultTabStop w:val="720"/>
  <w:displayHorizontalDrawingGridEvery w:val="0"/>
  <w:displayVerticalDrawingGridEvery w:val="0"/>
  <w:doNotUseMarginsForDrawingGridOrigin/>
  <w:noPunctuationKerning/>
  <w:characterSpacingControl w:val="doNotCompress"/>
  <w:doNotValidateAgainstSchema/>
  <w:doNotDemarcateInvalidXm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049F"/>
    <w:rsid w:val="00001FED"/>
    <w:rsid w:val="00006E81"/>
    <w:rsid w:val="00007B02"/>
    <w:rsid w:val="00035DA3"/>
    <w:rsid w:val="00053945"/>
    <w:rsid w:val="000541C3"/>
    <w:rsid w:val="00056B69"/>
    <w:rsid w:val="00064881"/>
    <w:rsid w:val="00067566"/>
    <w:rsid w:val="000745EB"/>
    <w:rsid w:val="000773CF"/>
    <w:rsid w:val="00081CFA"/>
    <w:rsid w:val="000A7369"/>
    <w:rsid w:val="000B28CC"/>
    <w:rsid w:val="000C3FA7"/>
    <w:rsid w:val="000D257C"/>
    <w:rsid w:val="000F27BB"/>
    <w:rsid w:val="000F325C"/>
    <w:rsid w:val="00150E9C"/>
    <w:rsid w:val="00153873"/>
    <w:rsid w:val="00157825"/>
    <w:rsid w:val="00175B87"/>
    <w:rsid w:val="00192921"/>
    <w:rsid w:val="001B20DA"/>
    <w:rsid w:val="001D46FC"/>
    <w:rsid w:val="001D48DB"/>
    <w:rsid w:val="001D6BCD"/>
    <w:rsid w:val="001E68FB"/>
    <w:rsid w:val="001F0387"/>
    <w:rsid w:val="001F1A1A"/>
    <w:rsid w:val="001F380A"/>
    <w:rsid w:val="00215DB1"/>
    <w:rsid w:val="00220424"/>
    <w:rsid w:val="00223F12"/>
    <w:rsid w:val="002259E6"/>
    <w:rsid w:val="00231EAA"/>
    <w:rsid w:val="002404D7"/>
    <w:rsid w:val="002540BA"/>
    <w:rsid w:val="00272BFD"/>
    <w:rsid w:val="00284B14"/>
    <w:rsid w:val="00285CD3"/>
    <w:rsid w:val="002A5D11"/>
    <w:rsid w:val="002B2325"/>
    <w:rsid w:val="002B398D"/>
    <w:rsid w:val="002B6388"/>
    <w:rsid w:val="002C0CD8"/>
    <w:rsid w:val="002C37EF"/>
    <w:rsid w:val="002C3B46"/>
    <w:rsid w:val="002C6125"/>
    <w:rsid w:val="002C6B66"/>
    <w:rsid w:val="002D60AE"/>
    <w:rsid w:val="002D70E0"/>
    <w:rsid w:val="002F3E95"/>
    <w:rsid w:val="00321816"/>
    <w:rsid w:val="003379BB"/>
    <w:rsid w:val="00337E04"/>
    <w:rsid w:val="003427F2"/>
    <w:rsid w:val="0034504A"/>
    <w:rsid w:val="003525EB"/>
    <w:rsid w:val="00356121"/>
    <w:rsid w:val="00362C37"/>
    <w:rsid w:val="00372E81"/>
    <w:rsid w:val="0037743F"/>
    <w:rsid w:val="003C4153"/>
    <w:rsid w:val="003C7DFB"/>
    <w:rsid w:val="003D70A4"/>
    <w:rsid w:val="003D7A70"/>
    <w:rsid w:val="003E1CF8"/>
    <w:rsid w:val="003E2B1A"/>
    <w:rsid w:val="003E6ECF"/>
    <w:rsid w:val="003F06CF"/>
    <w:rsid w:val="003F1B04"/>
    <w:rsid w:val="003F4C03"/>
    <w:rsid w:val="003F5811"/>
    <w:rsid w:val="003F7946"/>
    <w:rsid w:val="00400B13"/>
    <w:rsid w:val="004022F4"/>
    <w:rsid w:val="00422B25"/>
    <w:rsid w:val="00432DE1"/>
    <w:rsid w:val="00434C33"/>
    <w:rsid w:val="00454307"/>
    <w:rsid w:val="0045648A"/>
    <w:rsid w:val="00462F6D"/>
    <w:rsid w:val="004665DD"/>
    <w:rsid w:val="0047169E"/>
    <w:rsid w:val="0048370D"/>
    <w:rsid w:val="004A5A5A"/>
    <w:rsid w:val="004B72B1"/>
    <w:rsid w:val="004D3F91"/>
    <w:rsid w:val="004E2350"/>
    <w:rsid w:val="004E7E45"/>
    <w:rsid w:val="005011DE"/>
    <w:rsid w:val="00505B07"/>
    <w:rsid w:val="0050687D"/>
    <w:rsid w:val="00507849"/>
    <w:rsid w:val="00515372"/>
    <w:rsid w:val="00516056"/>
    <w:rsid w:val="00521633"/>
    <w:rsid w:val="005333DB"/>
    <w:rsid w:val="00533F6C"/>
    <w:rsid w:val="00535918"/>
    <w:rsid w:val="0054533B"/>
    <w:rsid w:val="0054660C"/>
    <w:rsid w:val="005522A9"/>
    <w:rsid w:val="00554BE2"/>
    <w:rsid w:val="00591809"/>
    <w:rsid w:val="00592533"/>
    <w:rsid w:val="00592960"/>
    <w:rsid w:val="005952E4"/>
    <w:rsid w:val="005A3EC8"/>
    <w:rsid w:val="005A4CEF"/>
    <w:rsid w:val="005B112E"/>
    <w:rsid w:val="005B3274"/>
    <w:rsid w:val="005C52DD"/>
    <w:rsid w:val="005D772F"/>
    <w:rsid w:val="005E4691"/>
    <w:rsid w:val="005F3B12"/>
    <w:rsid w:val="00607897"/>
    <w:rsid w:val="00614667"/>
    <w:rsid w:val="006163FF"/>
    <w:rsid w:val="00622192"/>
    <w:rsid w:val="0062235E"/>
    <w:rsid w:val="006346A6"/>
    <w:rsid w:val="00642F63"/>
    <w:rsid w:val="0065116A"/>
    <w:rsid w:val="0065208E"/>
    <w:rsid w:val="006533B2"/>
    <w:rsid w:val="00655260"/>
    <w:rsid w:val="006667C1"/>
    <w:rsid w:val="00682B98"/>
    <w:rsid w:val="00685523"/>
    <w:rsid w:val="006A2B3A"/>
    <w:rsid w:val="006A552A"/>
    <w:rsid w:val="006B5392"/>
    <w:rsid w:val="006C2AD0"/>
    <w:rsid w:val="006D0F0A"/>
    <w:rsid w:val="006D6B45"/>
    <w:rsid w:val="006E1F5A"/>
    <w:rsid w:val="006E4DE7"/>
    <w:rsid w:val="006E7927"/>
    <w:rsid w:val="00703A77"/>
    <w:rsid w:val="00705C06"/>
    <w:rsid w:val="00717DBD"/>
    <w:rsid w:val="0072304D"/>
    <w:rsid w:val="00731788"/>
    <w:rsid w:val="00737181"/>
    <w:rsid w:val="007374B4"/>
    <w:rsid w:val="007405E5"/>
    <w:rsid w:val="00745254"/>
    <w:rsid w:val="00745BBD"/>
    <w:rsid w:val="007539CE"/>
    <w:rsid w:val="00766E6F"/>
    <w:rsid w:val="007767EA"/>
    <w:rsid w:val="00784D15"/>
    <w:rsid w:val="0078711F"/>
    <w:rsid w:val="00790A5C"/>
    <w:rsid w:val="00791B0F"/>
    <w:rsid w:val="007948D1"/>
    <w:rsid w:val="00795F98"/>
    <w:rsid w:val="007A049F"/>
    <w:rsid w:val="007A6594"/>
    <w:rsid w:val="007C028D"/>
    <w:rsid w:val="007C50AA"/>
    <w:rsid w:val="007D4DCB"/>
    <w:rsid w:val="007E1D17"/>
    <w:rsid w:val="007E2A0F"/>
    <w:rsid w:val="007F75A5"/>
    <w:rsid w:val="00804E8B"/>
    <w:rsid w:val="008070C7"/>
    <w:rsid w:val="00812CCF"/>
    <w:rsid w:val="00815444"/>
    <w:rsid w:val="00826418"/>
    <w:rsid w:val="00834E2E"/>
    <w:rsid w:val="00835E0D"/>
    <w:rsid w:val="0084071A"/>
    <w:rsid w:val="008439A5"/>
    <w:rsid w:val="00847E46"/>
    <w:rsid w:val="0085159B"/>
    <w:rsid w:val="00854159"/>
    <w:rsid w:val="008572B7"/>
    <w:rsid w:val="008A0D07"/>
    <w:rsid w:val="008A1301"/>
    <w:rsid w:val="008A5544"/>
    <w:rsid w:val="008A672E"/>
    <w:rsid w:val="008C4A4E"/>
    <w:rsid w:val="008C71AA"/>
    <w:rsid w:val="008D228D"/>
    <w:rsid w:val="008D2CE6"/>
    <w:rsid w:val="008D53B4"/>
    <w:rsid w:val="008D634D"/>
    <w:rsid w:val="008E15BF"/>
    <w:rsid w:val="008F605B"/>
    <w:rsid w:val="009006C8"/>
    <w:rsid w:val="00902087"/>
    <w:rsid w:val="0091465D"/>
    <w:rsid w:val="00922B23"/>
    <w:rsid w:val="0093366D"/>
    <w:rsid w:val="009427AA"/>
    <w:rsid w:val="00944980"/>
    <w:rsid w:val="009531DE"/>
    <w:rsid w:val="00966AA6"/>
    <w:rsid w:val="00970EC4"/>
    <w:rsid w:val="009734C4"/>
    <w:rsid w:val="00974754"/>
    <w:rsid w:val="009767AB"/>
    <w:rsid w:val="00991020"/>
    <w:rsid w:val="00991A58"/>
    <w:rsid w:val="009C3954"/>
    <w:rsid w:val="009D3343"/>
    <w:rsid w:val="009D4C02"/>
    <w:rsid w:val="009D5695"/>
    <w:rsid w:val="009E65C8"/>
    <w:rsid w:val="009F5059"/>
    <w:rsid w:val="00A441F9"/>
    <w:rsid w:val="00A57CBA"/>
    <w:rsid w:val="00A57EA1"/>
    <w:rsid w:val="00A61A48"/>
    <w:rsid w:val="00A62C29"/>
    <w:rsid w:val="00A66F32"/>
    <w:rsid w:val="00A70C7B"/>
    <w:rsid w:val="00A87CCA"/>
    <w:rsid w:val="00AA603B"/>
    <w:rsid w:val="00AD45CA"/>
    <w:rsid w:val="00AE3F77"/>
    <w:rsid w:val="00AE6430"/>
    <w:rsid w:val="00AE760B"/>
    <w:rsid w:val="00AF03C9"/>
    <w:rsid w:val="00AF56D1"/>
    <w:rsid w:val="00AF6692"/>
    <w:rsid w:val="00B01CFE"/>
    <w:rsid w:val="00B11565"/>
    <w:rsid w:val="00B1277A"/>
    <w:rsid w:val="00B201DE"/>
    <w:rsid w:val="00B23133"/>
    <w:rsid w:val="00B32CC3"/>
    <w:rsid w:val="00B45697"/>
    <w:rsid w:val="00B627BB"/>
    <w:rsid w:val="00B67BC5"/>
    <w:rsid w:val="00B735E6"/>
    <w:rsid w:val="00B774E1"/>
    <w:rsid w:val="00B837DE"/>
    <w:rsid w:val="00B84B04"/>
    <w:rsid w:val="00B87967"/>
    <w:rsid w:val="00B90B6D"/>
    <w:rsid w:val="00BA1E90"/>
    <w:rsid w:val="00BA43FF"/>
    <w:rsid w:val="00BA65A4"/>
    <w:rsid w:val="00BC190A"/>
    <w:rsid w:val="00BC23FE"/>
    <w:rsid w:val="00BD031F"/>
    <w:rsid w:val="00BD0A79"/>
    <w:rsid w:val="00BD3A25"/>
    <w:rsid w:val="00BE5CA6"/>
    <w:rsid w:val="00BE7C6D"/>
    <w:rsid w:val="00BF30C2"/>
    <w:rsid w:val="00BF3A0A"/>
    <w:rsid w:val="00C10904"/>
    <w:rsid w:val="00C378A2"/>
    <w:rsid w:val="00C6311D"/>
    <w:rsid w:val="00C67375"/>
    <w:rsid w:val="00C7572B"/>
    <w:rsid w:val="00C849E1"/>
    <w:rsid w:val="00C931C1"/>
    <w:rsid w:val="00CC3033"/>
    <w:rsid w:val="00CC691E"/>
    <w:rsid w:val="00CC7D2E"/>
    <w:rsid w:val="00CE6A75"/>
    <w:rsid w:val="00CE73F8"/>
    <w:rsid w:val="00D02B39"/>
    <w:rsid w:val="00D0593D"/>
    <w:rsid w:val="00D11CA8"/>
    <w:rsid w:val="00D24528"/>
    <w:rsid w:val="00D259AE"/>
    <w:rsid w:val="00D3068F"/>
    <w:rsid w:val="00D33AA6"/>
    <w:rsid w:val="00D3787A"/>
    <w:rsid w:val="00D417B5"/>
    <w:rsid w:val="00D457D0"/>
    <w:rsid w:val="00D50CEF"/>
    <w:rsid w:val="00D626A1"/>
    <w:rsid w:val="00D62C05"/>
    <w:rsid w:val="00D848F7"/>
    <w:rsid w:val="00D861C6"/>
    <w:rsid w:val="00D917D8"/>
    <w:rsid w:val="00D92500"/>
    <w:rsid w:val="00D95BB4"/>
    <w:rsid w:val="00DA078B"/>
    <w:rsid w:val="00DA61C3"/>
    <w:rsid w:val="00DB5005"/>
    <w:rsid w:val="00DC28BB"/>
    <w:rsid w:val="00DC528A"/>
    <w:rsid w:val="00DD1260"/>
    <w:rsid w:val="00DD12CA"/>
    <w:rsid w:val="00DD395A"/>
    <w:rsid w:val="00DE17D2"/>
    <w:rsid w:val="00DF3FA2"/>
    <w:rsid w:val="00E058D3"/>
    <w:rsid w:val="00E11556"/>
    <w:rsid w:val="00E12684"/>
    <w:rsid w:val="00E17370"/>
    <w:rsid w:val="00E37B7F"/>
    <w:rsid w:val="00E46F99"/>
    <w:rsid w:val="00E6050D"/>
    <w:rsid w:val="00E8002A"/>
    <w:rsid w:val="00E84801"/>
    <w:rsid w:val="00EA08E5"/>
    <w:rsid w:val="00EA36C7"/>
    <w:rsid w:val="00EA676C"/>
    <w:rsid w:val="00EB6B05"/>
    <w:rsid w:val="00F007FB"/>
    <w:rsid w:val="00F0799A"/>
    <w:rsid w:val="00F10DBF"/>
    <w:rsid w:val="00F131D6"/>
    <w:rsid w:val="00F22EDF"/>
    <w:rsid w:val="00F238C4"/>
    <w:rsid w:val="00F46191"/>
    <w:rsid w:val="00F60532"/>
    <w:rsid w:val="00F77118"/>
    <w:rsid w:val="00F82FF5"/>
    <w:rsid w:val="00F85CBE"/>
    <w:rsid w:val="00F911D6"/>
    <w:rsid w:val="00F93489"/>
    <w:rsid w:val="00F94100"/>
    <w:rsid w:val="00FA44A5"/>
    <w:rsid w:val="00FB0C4F"/>
    <w:rsid w:val="00FC30EE"/>
    <w:rsid w:val="00FC4457"/>
    <w:rsid w:val="00FC70C6"/>
    <w:rsid w:val="00FD7AE6"/>
    <w:rsid w:val="00FE44A5"/>
    <w:rsid w:val="00FE5BB1"/>
    <w:rsid w:val="00FF0059"/>
  </w:rsids>
  <m:mathPr>
    <m:mathFont m:val="Cambria Math"/>
    <m:brkBin m:val="before"/>
    <m:brkBinSub m:val="--"/>
    <m:smallFrac/>
    <m:dispDef/>
    <m:lMargin m:val="0"/>
    <m:rMargin m:val="0"/>
    <m:defJc m:val="centerGroup"/>
    <m:wrapRight/>
    <m:intLim m:val="subSup"/>
    <m:naryLim m:val="subSup"/>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oNotEmbedSmartTags/>
  <w:decimalSymbol w:val="."/>
  <w:listSeparator w:val=","/>
  <w14:docId w14:val="08F1584A"/>
  <w15:docId w15:val="{A57DA6D1-DC80-B745-944F-07BA95215A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Smart Link" w:semiHidden="1" w:unhideWhenUsed="1"/>
  </w:latentStyles>
  <w:style w:type="paragraph" w:default="1" w:styleId="Normal">
    <w:name w:val="Normal"/>
    <w:qFormat/>
    <w:rsid w:val="00422B25"/>
    <w:pPr>
      <w:spacing w:line="280" w:lineRule="atLeast"/>
    </w:pPr>
    <w:rPr>
      <w:rFonts w:ascii="HP Simplified" w:hAnsi="HP Simplified"/>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8A130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Pr>
  </w:style>
  <w:style w:type="paragraph" w:styleId="BalloonText">
    <w:name w:val="Balloon Text"/>
    <w:basedOn w:val="Normal"/>
    <w:link w:val="BalloonTextChar"/>
    <w:uiPriority w:val="99"/>
    <w:semiHidden/>
    <w:unhideWhenUsed/>
    <w:rsid w:val="003F7946"/>
    <w:pPr>
      <w:spacing w:line="240" w:lineRule="auto"/>
    </w:pPr>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7946"/>
    <w:rPr>
      <w:rFonts w:ascii="Lucida Grande" w:hAnsi="Lucida Grande" w:cs="Lucida Grande"/>
      <w:sz w:val="18"/>
      <w:szCs w:val="18"/>
    </w:rPr>
  </w:style>
  <w:style w:type="paragraph" w:customStyle="1" w:styleId="Subheading">
    <w:name w:val="Subheading"/>
    <w:basedOn w:val="Normal"/>
    <w:qFormat/>
    <w:rsid w:val="00D848F7"/>
    <w:rPr>
      <w:b/>
    </w:rPr>
  </w:style>
  <w:style w:type="paragraph" w:customStyle="1" w:styleId="Headline">
    <w:name w:val="Headline"/>
    <w:basedOn w:val="Normal"/>
    <w:qFormat/>
    <w:rsid w:val="00D848F7"/>
    <w:rPr>
      <w:b/>
      <w:sz w:val="48"/>
    </w:rPr>
  </w:style>
  <w:style w:type="paragraph" w:customStyle="1" w:styleId="BodyBullets">
    <w:name w:val="Body Bullets"/>
    <w:basedOn w:val="Normal"/>
    <w:qFormat/>
    <w:rsid w:val="007405E5"/>
    <w:pPr>
      <w:numPr>
        <w:numId w:val="2"/>
      </w:numPr>
      <w:spacing w:before="60" w:after="60"/>
      <w:ind w:left="202" w:hanging="202"/>
    </w:pPr>
    <w:rPr>
      <w:rFonts w:cstheme="minorHAnsi"/>
      <w:szCs w:val="20"/>
    </w:rPr>
  </w:style>
  <w:style w:type="numbering" w:customStyle="1" w:styleId="HPBullets">
    <w:name w:val="HP Bullets"/>
    <w:uiPriority w:val="99"/>
    <w:rsid w:val="00231EAA"/>
    <w:pPr>
      <w:numPr>
        <w:numId w:val="1"/>
      </w:numPr>
    </w:pPr>
  </w:style>
  <w:style w:type="paragraph" w:customStyle="1" w:styleId="EventName">
    <w:name w:val="Event Name"/>
    <w:basedOn w:val="Normal"/>
    <w:qFormat/>
    <w:rsid w:val="001D46FC"/>
    <w:pPr>
      <w:spacing w:line="360" w:lineRule="atLeast"/>
    </w:pPr>
    <w:rPr>
      <w:b/>
      <w:sz w:val="32"/>
      <w:szCs w:val="32"/>
    </w:rPr>
  </w:style>
  <w:style w:type="character" w:styleId="Hyperlink">
    <w:name w:val="Hyperlink"/>
    <w:basedOn w:val="DefaultParagraphFont"/>
    <w:uiPriority w:val="99"/>
    <w:unhideWhenUsed/>
    <w:rsid w:val="00E84801"/>
    <w:rPr>
      <w:color w:val="0096D6"/>
      <w:u w:val="none" w:color="0096D6"/>
    </w:rPr>
  </w:style>
  <w:style w:type="character" w:styleId="FollowedHyperlink">
    <w:name w:val="FollowedHyperlink"/>
    <w:basedOn w:val="DefaultParagraphFont"/>
    <w:uiPriority w:val="99"/>
    <w:semiHidden/>
    <w:unhideWhenUsed/>
    <w:rsid w:val="00FE5BB1"/>
    <w:rPr>
      <w:color w:val="0096D6"/>
      <w:u w:val="single" w:color="0096D6"/>
    </w:rPr>
  </w:style>
  <w:style w:type="character" w:styleId="UnresolvedMention">
    <w:name w:val="Unresolved Mention"/>
    <w:basedOn w:val="DefaultParagraphFont"/>
    <w:uiPriority w:val="99"/>
    <w:rsid w:val="002C6B66"/>
    <w:rPr>
      <w:color w:val="605E5C"/>
      <w:shd w:val="clear" w:color="auto" w:fill="E1DFDD"/>
    </w:rPr>
  </w:style>
  <w:style w:type="paragraph" w:customStyle="1" w:styleId="Body">
    <w:name w:val="Body"/>
    <w:basedOn w:val="Normal"/>
    <w:qFormat/>
    <w:rsid w:val="0054660C"/>
    <w:pPr>
      <w:spacing w:line="360" w:lineRule="auto"/>
    </w:pPr>
    <w:rPr>
      <w:rFonts w:ascii="Arial" w:hAnsi="Arial" w:cs="Arial"/>
      <w:color w:val="333A3D"/>
      <w:sz w:val="26"/>
      <w:szCs w:val="32"/>
    </w:rPr>
  </w:style>
  <w:style w:type="paragraph" w:customStyle="1" w:styleId="BasicParagraph">
    <w:name w:val="[Basic Paragraph]"/>
    <w:basedOn w:val="Normal"/>
    <w:uiPriority w:val="99"/>
    <w:rsid w:val="00AF56D1"/>
    <w:pPr>
      <w:autoSpaceDE w:val="0"/>
      <w:autoSpaceDN w:val="0"/>
      <w:adjustRightInd w:val="0"/>
      <w:spacing w:line="288" w:lineRule="auto"/>
      <w:textAlignment w:val="center"/>
    </w:pPr>
    <w:rPr>
      <w:rFonts w:ascii="MinionPro-Regular" w:hAnsi="MinionPro-Regular" w:cs="MinionPro-Regular"/>
      <w:color w:val="000000"/>
      <w:sz w:val="24"/>
    </w:rPr>
  </w:style>
  <w:style w:type="paragraph" w:styleId="ListParagraph">
    <w:name w:val="List Paragraph"/>
    <w:basedOn w:val="Normal"/>
    <w:uiPriority w:val="34"/>
    <w:rsid w:val="00B23133"/>
    <w:pPr>
      <w:ind w:left="720"/>
      <w:contextualSpacing/>
    </w:pPr>
  </w:style>
  <w:style w:type="character" w:styleId="CommentReference">
    <w:name w:val="annotation reference"/>
    <w:basedOn w:val="DefaultParagraphFont"/>
    <w:uiPriority w:val="99"/>
    <w:semiHidden/>
    <w:unhideWhenUsed/>
    <w:rsid w:val="00854159"/>
    <w:rPr>
      <w:sz w:val="16"/>
      <w:szCs w:val="16"/>
    </w:rPr>
  </w:style>
  <w:style w:type="paragraph" w:styleId="CommentText">
    <w:name w:val="annotation text"/>
    <w:basedOn w:val="Normal"/>
    <w:link w:val="CommentTextChar"/>
    <w:uiPriority w:val="99"/>
    <w:semiHidden/>
    <w:unhideWhenUsed/>
    <w:rsid w:val="00854159"/>
    <w:pPr>
      <w:spacing w:line="240" w:lineRule="auto"/>
    </w:pPr>
    <w:rPr>
      <w:sz w:val="20"/>
      <w:szCs w:val="20"/>
    </w:rPr>
  </w:style>
  <w:style w:type="character" w:customStyle="1" w:styleId="CommentTextChar">
    <w:name w:val="Comment Text Char"/>
    <w:basedOn w:val="DefaultParagraphFont"/>
    <w:link w:val="CommentText"/>
    <w:uiPriority w:val="99"/>
    <w:semiHidden/>
    <w:rsid w:val="00854159"/>
    <w:rPr>
      <w:rFonts w:ascii="HP Simplified" w:hAnsi="HP Simplified"/>
    </w:rPr>
  </w:style>
  <w:style w:type="paragraph" w:styleId="CommentSubject">
    <w:name w:val="annotation subject"/>
    <w:basedOn w:val="CommentText"/>
    <w:next w:val="CommentText"/>
    <w:link w:val="CommentSubjectChar"/>
    <w:uiPriority w:val="99"/>
    <w:semiHidden/>
    <w:unhideWhenUsed/>
    <w:rsid w:val="00854159"/>
    <w:rPr>
      <w:b/>
      <w:bCs/>
    </w:rPr>
  </w:style>
  <w:style w:type="character" w:customStyle="1" w:styleId="CommentSubjectChar">
    <w:name w:val="Comment Subject Char"/>
    <w:basedOn w:val="CommentTextChar"/>
    <w:link w:val="CommentSubject"/>
    <w:uiPriority w:val="99"/>
    <w:semiHidden/>
    <w:rsid w:val="00854159"/>
    <w:rPr>
      <w:rFonts w:ascii="HP Simplified" w:hAnsi="HP Simplified"/>
      <w:b/>
      <w:bCs/>
    </w:rPr>
  </w:style>
  <w:style w:type="paragraph" w:styleId="Revision">
    <w:name w:val="Revision"/>
    <w:hidden/>
    <w:uiPriority w:val="99"/>
    <w:semiHidden/>
    <w:rsid w:val="00804E8B"/>
    <w:rPr>
      <w:rFonts w:ascii="HP Simplified" w:hAnsi="HP Simplified"/>
      <w:sz w:val="22"/>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microsoft.com/office/2018/08/relationships/commentsExtensible" Target="commentsExtensi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microsoft.com/office/2016/09/relationships/commentsIds" Target="commentsIds.xml"/><Relationship Id="rId5" Type="http://schemas.openxmlformats.org/officeDocument/2006/relationships/numbering" Target="numbering.xml"/><Relationship Id="rId15" Type="http://schemas.openxmlformats.org/officeDocument/2006/relationships/theme" Target="theme/theme1.xml"/><Relationship Id="rId10" Type="http://schemas.microsoft.com/office/2011/relationships/commentsExtended" Target="commentsExtended.xml"/><Relationship Id="rId4" Type="http://schemas.openxmlformats.org/officeDocument/2006/relationships/customXml" Target="../customXml/item4.xml"/><Relationship Id="rId9" Type="http://schemas.openxmlformats.org/officeDocument/2006/relationships/comments" Target="comments.xml"/><Relationship Id="rId14" Type="http://schemas.microsoft.com/office/2011/relationships/people" Target="people.xm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pete:Desktop:HP_evite:HP_evi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_ip_UnifiedCompliancePolicyUIAction xmlns="http://schemas.microsoft.com/sharepoint/v3" xsi:nil="true"/>
    <TaxKeywordTaxHTField xmlns="5d5c2da1-810a-4ca6-bd86-94f9979f0347">
      <Terms xmlns="http://schemas.microsoft.com/office/infopath/2007/PartnerControls"/>
    </TaxKeywordTaxHTField>
    <_ip_UnifiedCompliancePolicyProperties xmlns="http://schemas.microsoft.com/sharepoint/v3" xsi:nil="true"/>
    <TaxCatchAll xmlns="889dc020-6634-47e3-bbb4-5ba734d976b0"/>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F4BBD57975E5C14EBA197498F7BBD721" ma:contentTypeVersion="18" ma:contentTypeDescription="Create a new document." ma:contentTypeScope="" ma:versionID="1cff7474697b41651b115209d06c34b4">
  <xsd:schema xmlns:xsd="http://www.w3.org/2001/XMLSchema" xmlns:xs="http://www.w3.org/2001/XMLSchema" xmlns:p="http://schemas.microsoft.com/office/2006/metadata/properties" xmlns:ns1="http://schemas.microsoft.com/sharepoint/v3" xmlns:ns2="5d5c2da1-810a-4ca6-bd86-94f9979f0347" xmlns:ns3="889dc020-6634-47e3-bbb4-5ba734d976b0" xmlns:ns4="0dc53187-4a83-4227-9577-7a4c315efdcf" targetNamespace="http://schemas.microsoft.com/office/2006/metadata/properties" ma:root="true" ma:fieldsID="57585884a4f77940a529bfa03d09c035" ns1:_="" ns2:_="" ns3:_="" ns4:_="">
    <xsd:import namespace="http://schemas.microsoft.com/sharepoint/v3"/>
    <xsd:import namespace="5d5c2da1-810a-4ca6-bd86-94f9979f0347"/>
    <xsd:import namespace="889dc020-6634-47e3-bbb4-5ba734d976b0"/>
    <xsd:import namespace="0dc53187-4a83-4227-9577-7a4c315efdcf"/>
    <xsd:element name="properties">
      <xsd:complexType>
        <xsd:sequence>
          <xsd:element name="documentManagement">
            <xsd:complexType>
              <xsd:all>
                <xsd:element ref="ns2:TaxKeywordTaxHTField" minOccurs="0"/>
                <xsd:element ref="ns3:TaxCatchAll" minOccurs="0"/>
                <xsd:element ref="ns4:MediaServiceMetadata" minOccurs="0"/>
                <xsd:element ref="ns4:MediaServiceFastMetadata" minOccurs="0"/>
                <xsd:element ref="ns2:SharedWithUsers" minOccurs="0"/>
                <xsd:element ref="ns2:SharedWithDetails" minOccurs="0"/>
                <xsd:element ref="ns4:MediaServiceEventHashCode" minOccurs="0"/>
                <xsd:element ref="ns4:MediaServiceGenerationTime" minOccurs="0"/>
                <xsd:element ref="ns4:MediaServiceAutoTags" minOccurs="0"/>
                <xsd:element ref="ns4:MediaServiceOCR" minOccurs="0"/>
                <xsd:element ref="ns1:_ip_UnifiedCompliancePolicyProperties" minOccurs="0"/>
                <xsd:element ref="ns1:_ip_UnifiedCompliancePolicyUIAction" minOccurs="0"/>
                <xsd:element ref="ns4:MediaServiceAutoKeyPoints" minOccurs="0"/>
                <xsd:element ref="ns4:MediaServiceKeyPoints" minOccurs="0"/>
                <xsd:element ref="ns4:MediaServiceDateTaken" minOccurs="0"/>
                <xsd:element ref="ns4:MediaServiceLocation" minOccurs="0"/>
                <xsd:element ref="ns4: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ip_UnifiedCompliancePolicyProperties" ma:index="19" nillable="true" ma:displayName="Unified Compliance Policy Properties" ma:hidden="true" ma:internalName="_ip_UnifiedCompliancePolicyProperties">
      <xsd:simpleType>
        <xsd:restriction base="dms:Note"/>
      </xsd:simpleType>
    </xsd:element>
    <xsd:element name="_ip_UnifiedCompliancePolicyUIAction" ma:index="20" nillable="true" ma:displayName="Unified Compliance Policy UI Action" ma:hidden="true" ma:internalName="_ip_UnifiedCompliancePolicyUIAction">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d5c2da1-810a-4ca6-bd86-94f9979f0347" elementFormDefault="qualified">
    <xsd:import namespace="http://schemas.microsoft.com/office/2006/documentManagement/types"/>
    <xsd:import namespace="http://schemas.microsoft.com/office/infopath/2007/PartnerControls"/>
    <xsd:element name="TaxKeywordTaxHTField" ma:index="9" nillable="true" ma:taxonomy="true" ma:internalName="TaxKeywordTaxHTField" ma:taxonomyFieldName="TaxKeyword" ma:displayName="Enterprise Keywords" ma:fieldId="{23f27201-bee3-471e-b2e7-b64fd8b7ca38}" ma:taxonomyMulti="true" ma:sspId="b34cc2a3-3d56-4488-bcd9-fbf4aa925499" ma:termSetId="00000000-0000-0000-0000-000000000000" ma:anchorId="00000000-0000-0000-0000-000000000000" ma:open="true" ma:isKeyword="true">
      <xsd:complexType>
        <xsd:sequence>
          <xsd:element ref="pc:Terms" minOccurs="0" maxOccurs="1"/>
        </xsd:sequence>
      </xsd:complexType>
    </xsd:element>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9dc020-6634-47e3-bbb4-5ba734d976b0" elementFormDefault="qualified">
    <xsd:import namespace="http://schemas.microsoft.com/office/2006/documentManagement/types"/>
    <xsd:import namespace="http://schemas.microsoft.com/office/infopath/2007/PartnerControls"/>
    <xsd:element name="TaxCatchAll" ma:index="10" nillable="true" ma:displayName="Taxonomy Catch All Column" ma:hidden="true" ma:list="{bc6b65f7-1648-4416-9320-6e3db1da22cc}" ma:internalName="TaxCatchAll" ma:showField="CatchAllData" ma:web="5d5c2da1-810a-4ca6-bd86-94f9979f0347">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0dc53187-4a83-4227-9577-7a4c315efdcf"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21" nillable="true" ma:displayName="MediaServiceAutoKeyPoints" ma:hidden="true" ma:internalName="MediaServiceAutoKeyPoints" ma:readOnly="true">
      <xsd:simpleType>
        <xsd:restriction base="dms:Note"/>
      </xsd:simpleType>
    </xsd:element>
    <xsd:element name="MediaServiceKeyPoints" ma:index="22" nillable="true" ma:displayName="KeyPoints" ma:internalName="MediaServiceKeyPoints" ma:readOnly="true">
      <xsd:simpleType>
        <xsd:restriction base="dms:Note">
          <xsd:maxLength value="255"/>
        </xsd:restriction>
      </xsd:simpleType>
    </xsd:element>
    <xsd:element name="MediaServiceDateTaken" ma:index="23" nillable="true" ma:displayName="MediaServiceDateTaken" ma:hidden="true" ma:internalName="MediaServiceDateTaken" ma:readOnly="true">
      <xsd:simpleType>
        <xsd:restriction base="dms:Text"/>
      </xsd:simpleType>
    </xsd:element>
    <xsd:element name="MediaServiceLocation" ma:index="24" nillable="true" ma:displayName="Location" ma:internalName="MediaServiceLocation" ma:readOnly="true">
      <xsd:simpleType>
        <xsd:restriction base="dms:Text"/>
      </xsd:simpleType>
    </xsd:element>
    <xsd:element name="MediaLengthInSeconds" ma:index="25" nillable="true" ma:displayName="Length (seconds)"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A3F9183-1369-431E-93AF-8C7BA264474C}">
  <ds:schemaRefs>
    <ds:schemaRef ds:uri="http://schemas.microsoft.com/sharepoint/v3/contenttype/forms"/>
  </ds:schemaRefs>
</ds:datastoreItem>
</file>

<file path=customXml/itemProps2.xml><?xml version="1.0" encoding="utf-8"?>
<ds:datastoreItem xmlns:ds="http://schemas.openxmlformats.org/officeDocument/2006/customXml" ds:itemID="{C85DCCAD-F21D-4EB4-A39C-B1C929788979}">
  <ds:schemaRefs>
    <ds:schemaRef ds:uri="http://schemas.microsoft.com/office/2006/metadata/properties"/>
    <ds:schemaRef ds:uri="http://schemas.microsoft.com/office/infopath/2007/PartnerControls"/>
    <ds:schemaRef ds:uri="http://schemas.microsoft.com/sharepoint/v3"/>
    <ds:schemaRef ds:uri="5d5c2da1-810a-4ca6-bd86-94f9979f0347"/>
    <ds:schemaRef ds:uri="889dc020-6634-47e3-bbb4-5ba734d976b0"/>
  </ds:schemaRefs>
</ds:datastoreItem>
</file>

<file path=customXml/itemProps3.xml><?xml version="1.0" encoding="utf-8"?>
<ds:datastoreItem xmlns:ds="http://schemas.openxmlformats.org/officeDocument/2006/customXml" ds:itemID="{2FF6EF7E-CFF1-D646-AC9A-A922412D897D}">
  <ds:schemaRefs>
    <ds:schemaRef ds:uri="http://schemas.openxmlformats.org/officeDocument/2006/bibliography"/>
  </ds:schemaRefs>
</ds:datastoreItem>
</file>

<file path=customXml/itemProps4.xml><?xml version="1.0" encoding="utf-8"?>
<ds:datastoreItem xmlns:ds="http://schemas.openxmlformats.org/officeDocument/2006/customXml" ds:itemID="{CE4FCF91-4E16-4501-B558-84C6D839AC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5d5c2da1-810a-4ca6-bd86-94f9979f0347"/>
    <ds:schemaRef ds:uri="889dc020-6634-47e3-bbb4-5ba734d976b0"/>
    <ds:schemaRef ds:uri="0dc53187-4a83-4227-9577-7a4c315efd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Macintosh%20HD:Users:pete:Desktop:HP_evite:HP_evite.dotx</Template>
  <TotalTime>30</TotalTime>
  <Pages>1</Pages>
  <Words>106</Words>
  <Characters>609</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Not A Greek Myth</vt:lpstr>
    </vt:vector>
  </TitlesOfParts>
  <Manager/>
  <Company>SU</Company>
  <LinksUpToDate>false</LinksUpToDate>
  <CharactersWithSpaces>714</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Not A Greek Myth</dc:title>
  <dc:subject/>
  <dc:creator>Erin</dc:creator>
  <cp:keywords/>
  <dc:description/>
  <cp:lastModifiedBy>Jes Mulder</cp:lastModifiedBy>
  <cp:revision>20</cp:revision>
  <cp:lastPrinted>2018-08-13T20:00:00Z</cp:lastPrinted>
  <dcterms:created xsi:type="dcterms:W3CDTF">2021-07-21T14:00:00Z</dcterms:created>
  <dcterms:modified xsi:type="dcterms:W3CDTF">2021-07-27T16:01:00Z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0x010100F4BBD57975E5C14EBA197498F7BBD721</vt:lpwstr>
  </property>
  <property fmtid="{D5CDD505-2E9C-101B-9397-08002B2CF9AE}" pid="3" name="TaxKeyword">
    <vt:lpwstr/>
  </property>
</Properties>
</file>