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02AE" w14:textId="46E163BC" w:rsidR="0072051E" w:rsidRPr="0072051E" w:rsidRDefault="005E3BC0" w:rsidP="0072051E">
      <w:pPr>
        <w:jc w:val="center"/>
        <w:rPr>
          <w:b/>
          <w:bCs/>
        </w:rPr>
      </w:pPr>
      <w:r w:rsidRPr="0072051E">
        <w:rPr>
          <w:b/>
          <w:bCs/>
          <w:sz w:val="28"/>
          <w:szCs w:val="28"/>
        </w:rPr>
        <w:t xml:space="preserve">Borrowed Future – </w:t>
      </w:r>
      <w:r w:rsidR="0072051E" w:rsidRPr="0072051E">
        <w:rPr>
          <w:b/>
          <w:bCs/>
          <w:sz w:val="28"/>
          <w:szCs w:val="28"/>
        </w:rPr>
        <w:t>Teaser Newsletter/Intranet Content</w:t>
      </w:r>
    </w:p>
    <w:p w14:paraId="1AB23901" w14:textId="42418972" w:rsidR="0072051E" w:rsidRDefault="0072051E"/>
    <w:p w14:paraId="6742A916" w14:textId="74953061" w:rsidR="0072051E" w:rsidRDefault="0072051E">
      <w:r w:rsidRPr="0072051E">
        <w:rPr>
          <w:b/>
          <w:bCs/>
        </w:rPr>
        <w:t>Instructions</w:t>
      </w:r>
      <w:r>
        <w:t>:</w:t>
      </w:r>
    </w:p>
    <w:p w14:paraId="5A2CED9E" w14:textId="5955C1A3" w:rsidR="0072051E" w:rsidRDefault="0072051E">
      <w:r>
        <w:t xml:space="preserve">Use the content below to share </w:t>
      </w:r>
      <w:r>
        <w:rPr>
          <w:i/>
          <w:iCs/>
        </w:rPr>
        <w:t>Borrowed Future</w:t>
      </w:r>
      <w:r>
        <w:t xml:space="preserve"> everywhere you can with your team. We’re talking Teams, Slack, </w:t>
      </w:r>
      <w:r w:rsidR="008D0B8A">
        <w:t>i</w:t>
      </w:r>
      <w:r>
        <w:t>ntranet sites</w:t>
      </w:r>
      <w:r w:rsidR="008D0B8A">
        <w:t>—</w:t>
      </w:r>
      <w:r>
        <w:t>anywhere you can. This documentary is a big deal, and your team is getting it at no cost because of you and your company. Awesome!</w:t>
      </w:r>
    </w:p>
    <w:p w14:paraId="3310A2E1" w14:textId="77777777" w:rsidR="0072051E" w:rsidRDefault="0072051E"/>
    <w:p w14:paraId="052D58E9" w14:textId="08A4BDC3" w:rsidR="003B71F2" w:rsidRDefault="0072051E">
      <w:r>
        <w:t xml:space="preserve">Just make sure to include your company’s enrollment link by replacing the highlighted portion below. </w:t>
      </w:r>
      <w:r w:rsidR="005E3BC0">
        <w:t xml:space="preserve"> </w:t>
      </w:r>
    </w:p>
    <w:p w14:paraId="521CC0BD" w14:textId="721A15F9" w:rsidR="005E3BC0" w:rsidRDefault="005E3BC0"/>
    <w:p w14:paraId="6DC9D9E8" w14:textId="60208103" w:rsidR="0072051E" w:rsidRPr="0072051E" w:rsidRDefault="0072051E">
      <w:pPr>
        <w:rPr>
          <w:b/>
          <w:bCs/>
        </w:rPr>
      </w:pPr>
      <w:r w:rsidRPr="0072051E">
        <w:rPr>
          <w:b/>
          <w:bCs/>
        </w:rPr>
        <w:t>When to Send:</w:t>
      </w:r>
    </w:p>
    <w:p w14:paraId="0AFD9900" w14:textId="609CA3A3" w:rsidR="005E3BC0" w:rsidRDefault="0072051E">
      <w:r w:rsidRPr="003B1A96">
        <w:rPr>
          <w:highlight w:val="yellow"/>
        </w:rPr>
        <w:t>Use this content any time prior to October 13. Ideally, post this as soon as you can. And then on October 14, use the “Released” content from our Resource Center</w:t>
      </w:r>
      <w:r>
        <w:t xml:space="preserve">. </w:t>
      </w:r>
    </w:p>
    <w:p w14:paraId="6884CB43" w14:textId="0ADE6ADB" w:rsidR="005E3BC0" w:rsidRDefault="005E3BC0">
      <w:pPr>
        <w:pBdr>
          <w:bottom w:val="single" w:sz="6" w:space="1" w:color="auto"/>
        </w:pBdr>
      </w:pPr>
    </w:p>
    <w:p w14:paraId="4C38D17B" w14:textId="4FBC102B" w:rsidR="0072051E" w:rsidRDefault="0072051E"/>
    <w:p w14:paraId="7CC51889" w14:textId="77777777" w:rsidR="0072051E" w:rsidRDefault="0072051E"/>
    <w:p w14:paraId="2099609D" w14:textId="31E3F2A8" w:rsidR="0072051E" w:rsidRPr="0072051E" w:rsidRDefault="0072051E">
      <w:pPr>
        <w:rPr>
          <w:i/>
          <w:iCs/>
        </w:rPr>
      </w:pPr>
      <w:r>
        <w:rPr>
          <w:b/>
          <w:bCs/>
        </w:rPr>
        <w:t xml:space="preserve">Subject: </w:t>
      </w:r>
      <w:r w:rsidRPr="0072051E">
        <w:rPr>
          <w:i/>
          <w:iCs/>
        </w:rPr>
        <w:t>Borrowed Future:</w:t>
      </w:r>
      <w:r w:rsidRPr="0072051E">
        <w:t xml:space="preserve"> </w:t>
      </w:r>
      <w:r w:rsidRPr="0072051E">
        <w:rPr>
          <w:i/>
          <w:iCs/>
        </w:rPr>
        <w:t>How Student Loans Are Killing the American Dream</w:t>
      </w:r>
    </w:p>
    <w:p w14:paraId="5025B7BD" w14:textId="10E0E123" w:rsidR="0072051E" w:rsidRDefault="0072051E">
      <w:pPr>
        <w:rPr>
          <w:b/>
          <w:bCs/>
        </w:rPr>
      </w:pPr>
    </w:p>
    <w:p w14:paraId="1E29C7D8" w14:textId="40B5AC5C" w:rsidR="0072051E" w:rsidRPr="0072051E" w:rsidRDefault="0072051E">
      <w:pPr>
        <w:rPr>
          <w:b/>
          <w:bCs/>
        </w:rPr>
      </w:pPr>
      <w:r>
        <w:rPr>
          <w:b/>
          <w:bCs/>
        </w:rPr>
        <w:t>Content:</w:t>
      </w:r>
    </w:p>
    <w:p w14:paraId="74D7328C" w14:textId="77777777" w:rsidR="005E3BC0" w:rsidRDefault="005E3BC0" w:rsidP="005E3BC0">
      <w:r w:rsidRPr="005E3BC0">
        <w:rPr>
          <w:i/>
          <w:iCs/>
        </w:rPr>
        <w:t>Borrowed Future</w:t>
      </w:r>
      <w:r>
        <w:t xml:space="preserve"> is a new documentary that uncovers the dark side of the student loan industry and exposes how the system is built to work against you.</w:t>
      </w:r>
    </w:p>
    <w:p w14:paraId="7EBB1540" w14:textId="77777777" w:rsidR="005E3BC0" w:rsidRDefault="005E3BC0" w:rsidP="005E3BC0"/>
    <w:p w14:paraId="6A2B23C5" w14:textId="77777777" w:rsidR="005E3BC0" w:rsidRDefault="005E3BC0" w:rsidP="005E3BC0">
      <w:r>
        <w:t>Whether you’ve got student loans or know someone who does, you have a part to play in fighting back against the toxic system and helping the next generation avoid the traps.</w:t>
      </w:r>
    </w:p>
    <w:p w14:paraId="14082F96" w14:textId="77777777" w:rsidR="005E3BC0" w:rsidRDefault="005E3BC0" w:rsidP="005E3BC0"/>
    <w:p w14:paraId="19163A01" w14:textId="77777777" w:rsidR="005E3BC0" w:rsidRDefault="005E3BC0" w:rsidP="005E3BC0">
      <w:r>
        <w:t>Release Date: October 14</w:t>
      </w:r>
    </w:p>
    <w:p w14:paraId="04BBE7CC" w14:textId="77777777" w:rsidR="005E3BC0" w:rsidRDefault="005E3BC0" w:rsidP="005E3BC0"/>
    <w:p w14:paraId="23EF8E6A" w14:textId="526F0E9C" w:rsidR="005E3BC0" w:rsidRPr="005E3BC0" w:rsidRDefault="005E3BC0" w:rsidP="005E3BC0">
      <w:pPr>
        <w:rPr>
          <w:b/>
          <w:bCs/>
        </w:rPr>
      </w:pPr>
      <w:r w:rsidRPr="005E3BC0">
        <w:rPr>
          <w:b/>
          <w:bCs/>
        </w:rPr>
        <w:t xml:space="preserve">As a member of our team, you get to stream </w:t>
      </w:r>
      <w:r w:rsidRPr="00152140">
        <w:rPr>
          <w:b/>
          <w:bCs/>
          <w:i/>
          <w:iCs/>
        </w:rPr>
        <w:t>Borrowed Future</w:t>
      </w:r>
      <w:r w:rsidRPr="005E3BC0">
        <w:rPr>
          <w:b/>
          <w:bCs/>
        </w:rPr>
        <w:t xml:space="preserve"> for free! </w:t>
      </w:r>
    </w:p>
    <w:p w14:paraId="3803CFB1" w14:textId="77777777" w:rsidR="005E3BC0" w:rsidRDefault="005E3BC0" w:rsidP="005E3BC0"/>
    <w:p w14:paraId="7282F876" w14:textId="07C859D5" w:rsidR="005E3BC0" w:rsidRDefault="005E3BC0" w:rsidP="005E3BC0">
      <w:r>
        <w:t xml:space="preserve">How? Easy! You work here and we provide SmartDollar to you as a paid-for benefit. With your SmartDollar account, you’ll have free access to this new documentary. </w:t>
      </w:r>
    </w:p>
    <w:p w14:paraId="2C2AF2E2" w14:textId="06B48BEA" w:rsidR="005E3BC0" w:rsidRDefault="005E3BC0" w:rsidP="005E3BC0"/>
    <w:p w14:paraId="270D7774" w14:textId="2148B967" w:rsidR="005E3BC0" w:rsidRPr="005E3BC0" w:rsidRDefault="0072051E" w:rsidP="005E3BC0">
      <w:pPr>
        <w:rPr>
          <w:b/>
          <w:bCs/>
        </w:rPr>
      </w:pPr>
      <w:r>
        <w:rPr>
          <w:b/>
          <w:bCs/>
        </w:rPr>
        <w:t xml:space="preserve">Make sure you already have your SmartDollar account created </w:t>
      </w:r>
      <w:r w:rsidR="008D0B8A">
        <w:rPr>
          <w:b/>
          <w:bCs/>
        </w:rPr>
        <w:t>so you can</w:t>
      </w:r>
      <w:r w:rsidR="005E3BC0">
        <w:rPr>
          <w:b/>
          <w:bCs/>
        </w:rPr>
        <w:t xml:space="preserve"> access </w:t>
      </w:r>
      <w:r w:rsidR="005E3BC0">
        <w:rPr>
          <w:b/>
          <w:bCs/>
          <w:i/>
          <w:iCs/>
        </w:rPr>
        <w:t xml:space="preserve">Borrowed Future </w:t>
      </w:r>
      <w:r w:rsidR="008D0B8A">
        <w:rPr>
          <w:b/>
          <w:bCs/>
        </w:rPr>
        <w:t xml:space="preserve">as soon as it releases </w:t>
      </w:r>
      <w:r w:rsidR="005E3BC0" w:rsidRPr="005E3BC0">
        <w:rPr>
          <w:b/>
          <w:bCs/>
        </w:rPr>
        <w:t>on</w:t>
      </w:r>
      <w:r w:rsidR="005E3BC0">
        <w:rPr>
          <w:b/>
          <w:bCs/>
        </w:rPr>
        <w:t xml:space="preserve"> October 14</w:t>
      </w:r>
      <w:r w:rsidR="005E3BC0" w:rsidRPr="005E3BC0">
        <w:rPr>
          <w:b/>
          <w:bCs/>
        </w:rPr>
        <w:t xml:space="preserve">: </w:t>
      </w:r>
    </w:p>
    <w:p w14:paraId="309C00D5" w14:textId="0E560E28" w:rsidR="005E3BC0" w:rsidRDefault="005E3BC0" w:rsidP="005E3BC0">
      <w:r w:rsidRPr="005E3BC0">
        <w:rPr>
          <w:highlight w:val="yellow"/>
        </w:rPr>
        <w:t>[</w:t>
      </w:r>
      <w:r w:rsidR="003B1B55">
        <w:rPr>
          <w:highlight w:val="yellow"/>
        </w:rPr>
        <w:t>Replace with</w:t>
      </w:r>
      <w:r w:rsidRPr="005E3BC0">
        <w:rPr>
          <w:highlight w:val="yellow"/>
        </w:rPr>
        <w:t xml:space="preserve"> your enrollment link: </w:t>
      </w:r>
      <w:r w:rsidRPr="003B1B55">
        <w:rPr>
          <w:highlight w:val="yellow"/>
        </w:rPr>
        <w:t>www.smartdollar.com/enroll/keyword</w:t>
      </w:r>
      <w:r w:rsidRPr="005E3BC0">
        <w:rPr>
          <w:highlight w:val="yellow"/>
        </w:rPr>
        <w:t>]</w:t>
      </w:r>
      <w:r>
        <w:t xml:space="preserve"> </w:t>
      </w:r>
    </w:p>
    <w:p w14:paraId="2380C1B5" w14:textId="77777777" w:rsidR="005E3BC0" w:rsidRDefault="005E3BC0" w:rsidP="005E3BC0"/>
    <w:p w14:paraId="6BE83922" w14:textId="50463CEE" w:rsidR="005E3BC0" w:rsidRDefault="005E3BC0" w:rsidP="005E3BC0">
      <w:r>
        <w:t xml:space="preserve">SmartDollar will let you know when it’s available to watch—until then, </w:t>
      </w:r>
      <w:hyperlink r:id="rId7" w:history="1">
        <w:r w:rsidRPr="003B1B55">
          <w:rPr>
            <w:rStyle w:val="Hyperlink"/>
          </w:rPr>
          <w:t>check out the film trailer</w:t>
        </w:r>
      </w:hyperlink>
      <w:r>
        <w:t xml:space="preserve"> and share it with your coworkers. </w:t>
      </w:r>
    </w:p>
    <w:p w14:paraId="464BD9EC" w14:textId="77777777" w:rsidR="0072051E" w:rsidRDefault="0072051E" w:rsidP="005E3BC0"/>
    <w:p w14:paraId="4C344981" w14:textId="5CB1C7FA" w:rsidR="005E3BC0" w:rsidRDefault="005E3BC0" w:rsidP="005E3BC0"/>
    <w:sectPr w:rsidR="005E3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BC0"/>
    <w:rsid w:val="00065EAF"/>
    <w:rsid w:val="00152140"/>
    <w:rsid w:val="00361FB9"/>
    <w:rsid w:val="003B1A96"/>
    <w:rsid w:val="003B1B55"/>
    <w:rsid w:val="005E3BC0"/>
    <w:rsid w:val="0072051E"/>
    <w:rsid w:val="008D0B8A"/>
    <w:rsid w:val="00D8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39DEA"/>
  <w15:chartTrackingRefBased/>
  <w15:docId w15:val="{B60CB241-8A29-8C44-8469-EBC38EE6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B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3BC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20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5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5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smartdollar.com/app/articles/borrowed-future-documentar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Props1.xml><?xml version="1.0" encoding="utf-8"?>
<ds:datastoreItem xmlns:ds="http://schemas.openxmlformats.org/officeDocument/2006/customXml" ds:itemID="{911001A2-8E86-4C28-A095-BF3A16AE9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6881E0-6CC9-4562-8BF0-3580197AD4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198FA-8B80-4486-8621-8C817FF896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Church</dc:creator>
  <cp:keywords/>
  <dc:description/>
  <cp:lastModifiedBy>Eric Church</cp:lastModifiedBy>
  <cp:revision>3</cp:revision>
  <dcterms:created xsi:type="dcterms:W3CDTF">2021-09-23T15:54:00Z</dcterms:created>
  <dcterms:modified xsi:type="dcterms:W3CDTF">2021-09-23T15:59:00Z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